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9D1" w:rsidRDefault="004C39D1" w:rsidP="0014355B">
      <w:pPr>
        <w:shd w:val="clear" w:color="auto" w:fill="FF7C80"/>
        <w:ind w:firstLine="180"/>
        <w:rPr>
          <w:b/>
        </w:rPr>
      </w:pPr>
      <w:bookmarkStart w:id="0" w:name="_GoBack"/>
      <w:bookmarkEnd w:id="0"/>
      <w:r>
        <w:rPr>
          <w:b/>
        </w:rPr>
        <w:t>RESEARCH PAPER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4C39D1" w:rsidRDefault="00491F4A" w:rsidP="0014355B">
      <w:pPr>
        <w:shd w:val="clear" w:color="auto" w:fill="FF7C80"/>
        <w:ind w:firstLine="180"/>
        <w:rPr>
          <w:b/>
        </w:rPr>
      </w:pPr>
      <w:r>
        <w:rPr>
          <w:b/>
        </w:rPr>
        <w:t>MLA</w:t>
      </w:r>
      <w:r w:rsidR="004C39D1">
        <w:rPr>
          <w:b/>
        </w:rPr>
        <w:t xml:space="preserve"> WORK SHEET</w:t>
      </w:r>
    </w:p>
    <w:p w:rsidR="004C39D1" w:rsidRDefault="004C39D1" w:rsidP="0014355B">
      <w:pPr>
        <w:shd w:val="clear" w:color="auto" w:fill="FF7C8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6313"/>
      </w:tblGrid>
      <w:tr w:rsidR="004C39D1" w:rsidTr="0014355B">
        <w:trPr>
          <w:trHeight w:val="103"/>
          <w:jc w:val="center"/>
        </w:trPr>
        <w:tc>
          <w:tcPr>
            <w:tcW w:w="10951" w:type="dxa"/>
            <w:gridSpan w:val="2"/>
            <w:shd w:val="clear" w:color="auto" w:fill="E6E6E6"/>
          </w:tcPr>
          <w:p w:rsidR="004C39D1" w:rsidRPr="0014355B" w:rsidRDefault="006E7574">
            <w:pPr>
              <w:jc w:val="center"/>
              <w:rPr>
                <w:b/>
                <w:sz w:val="28"/>
                <w:szCs w:val="28"/>
              </w:rPr>
            </w:pPr>
            <w:r w:rsidRPr="0014355B">
              <w:rPr>
                <w:b/>
                <w:sz w:val="28"/>
                <w:szCs w:val="28"/>
              </w:rPr>
              <w:t xml:space="preserve">E MAIL or other </w:t>
            </w:r>
            <w:r w:rsidR="004C39D1" w:rsidRPr="0014355B">
              <w:rPr>
                <w:b/>
                <w:sz w:val="28"/>
                <w:szCs w:val="28"/>
              </w:rPr>
              <w:t>PERSONAL COMMUNICATIONS</w:t>
            </w:r>
          </w:p>
          <w:p w:rsidR="004C39D1" w:rsidRDefault="004C39D1">
            <w:pPr>
              <w:jc w:val="center"/>
              <w:rPr>
                <w:b/>
              </w:rPr>
            </w:pPr>
          </w:p>
        </w:tc>
      </w:tr>
      <w:tr w:rsidR="004C39D1" w:rsidTr="0014355B">
        <w:trPr>
          <w:trHeight w:val="208"/>
          <w:jc w:val="center"/>
        </w:trPr>
        <w:tc>
          <w:tcPr>
            <w:tcW w:w="4522" w:type="dxa"/>
          </w:tcPr>
          <w:p w:rsidR="00491F4A" w:rsidRDefault="004C39D1" w:rsidP="00491F4A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491F4A">
              <w:rPr>
                <w:b/>
              </w:rPr>
              <w:t>Interviewee’s last name</w:t>
            </w:r>
          </w:p>
          <w:p w:rsidR="004C39D1" w:rsidRDefault="004C39D1" w:rsidP="00491F4A">
            <w:pPr>
              <w:rPr>
                <w:b/>
              </w:rPr>
            </w:pPr>
          </w:p>
        </w:tc>
        <w:tc>
          <w:tcPr>
            <w:tcW w:w="6429" w:type="dxa"/>
          </w:tcPr>
          <w:p w:rsidR="004C39D1" w:rsidRDefault="004C39D1"/>
        </w:tc>
      </w:tr>
      <w:tr w:rsidR="004C39D1" w:rsidTr="0014355B">
        <w:trPr>
          <w:trHeight w:val="215"/>
          <w:jc w:val="center"/>
        </w:trPr>
        <w:tc>
          <w:tcPr>
            <w:tcW w:w="4522" w:type="dxa"/>
          </w:tcPr>
          <w:p w:rsidR="004C39D1" w:rsidRDefault="004C39D1" w:rsidP="00AE3DA6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491F4A">
              <w:rPr>
                <w:b/>
              </w:rPr>
              <w:t xml:space="preserve">Interviewee’s  first name </w:t>
            </w:r>
          </w:p>
          <w:p w:rsidR="00AE3DA6" w:rsidRDefault="00AE3DA6" w:rsidP="005402F0">
            <w:pPr>
              <w:ind w:firstLine="209"/>
              <w:rPr>
                <w:b/>
              </w:rPr>
            </w:pPr>
          </w:p>
        </w:tc>
        <w:tc>
          <w:tcPr>
            <w:tcW w:w="6429" w:type="dxa"/>
          </w:tcPr>
          <w:p w:rsidR="004C39D1" w:rsidRDefault="004C39D1"/>
        </w:tc>
      </w:tr>
      <w:tr w:rsidR="004C39D1" w:rsidTr="0014355B">
        <w:trPr>
          <w:trHeight w:val="208"/>
          <w:jc w:val="center"/>
        </w:trPr>
        <w:tc>
          <w:tcPr>
            <w:tcW w:w="4522" w:type="dxa"/>
          </w:tcPr>
          <w:p w:rsidR="00150F78" w:rsidRDefault="006E7574" w:rsidP="006E7574">
            <w:pPr>
              <w:rPr>
                <w:b/>
              </w:rPr>
            </w:pPr>
            <w:r>
              <w:rPr>
                <w:b/>
              </w:rPr>
              <w:t>3.  T</w:t>
            </w:r>
            <w:r w:rsidR="00150F78">
              <w:rPr>
                <w:b/>
              </w:rPr>
              <w:t xml:space="preserve">ype </w:t>
            </w:r>
            <w:r w:rsidR="005D3FDE">
              <w:rPr>
                <w:b/>
              </w:rPr>
              <w:t xml:space="preserve">of </w:t>
            </w:r>
            <w:r>
              <w:rPr>
                <w:b/>
              </w:rPr>
              <w:t xml:space="preserve"> interview or </w:t>
            </w:r>
            <w:r w:rsidR="00150F78">
              <w:rPr>
                <w:b/>
              </w:rPr>
              <w:t xml:space="preserve">“Title of   </w:t>
            </w:r>
          </w:p>
          <w:p w:rsidR="00D337AB" w:rsidRDefault="00150F78" w:rsidP="00150F78">
            <w:pPr>
              <w:rPr>
                <w:b/>
              </w:rPr>
            </w:pPr>
            <w:r>
              <w:rPr>
                <w:b/>
              </w:rPr>
              <w:t xml:space="preserve">      m</w:t>
            </w:r>
            <w:r w:rsidR="006E7574">
              <w:rPr>
                <w:b/>
              </w:rPr>
              <w:t>essage</w:t>
            </w:r>
            <w:r>
              <w:rPr>
                <w:b/>
              </w:rPr>
              <w:t>”</w:t>
            </w:r>
            <w:r w:rsidR="00D337AB">
              <w:rPr>
                <w:b/>
              </w:rPr>
              <w:t xml:space="preserve"> (if any)</w:t>
            </w:r>
          </w:p>
        </w:tc>
        <w:tc>
          <w:tcPr>
            <w:tcW w:w="6429" w:type="dxa"/>
          </w:tcPr>
          <w:p w:rsidR="004C39D1" w:rsidRDefault="004C39D1"/>
        </w:tc>
      </w:tr>
      <w:tr w:rsidR="00132C97" w:rsidTr="0014355B">
        <w:trPr>
          <w:trHeight w:val="208"/>
          <w:jc w:val="center"/>
        </w:trPr>
        <w:tc>
          <w:tcPr>
            <w:tcW w:w="4522" w:type="dxa"/>
          </w:tcPr>
          <w:p w:rsidR="00D337AB" w:rsidRDefault="005402F0" w:rsidP="00D337AB">
            <w:pPr>
              <w:rPr>
                <w:b/>
              </w:rPr>
            </w:pPr>
            <w:r w:rsidRPr="005402F0">
              <w:rPr>
                <w:b/>
              </w:rPr>
              <w:t>4.</w:t>
            </w:r>
            <w:r>
              <w:rPr>
                <w:b/>
              </w:rPr>
              <w:t xml:space="preserve"> </w:t>
            </w:r>
            <w:r w:rsidR="00D337AB" w:rsidRPr="005D3FDE">
              <w:rPr>
                <w:b/>
              </w:rPr>
              <w:t xml:space="preserve">Name of the person </w:t>
            </w:r>
            <w:r w:rsidR="005D3FDE" w:rsidRPr="005D3FDE">
              <w:rPr>
                <w:b/>
                <w:color w:val="000000"/>
              </w:rPr>
              <w:t xml:space="preserve">to whom the </w:t>
            </w:r>
            <w:r w:rsidR="005407BB">
              <w:rPr>
                <w:b/>
                <w:color w:val="000000"/>
              </w:rPr>
              <w:t xml:space="preserve">   </w:t>
            </w:r>
            <w:r w:rsidR="005D3FDE" w:rsidRPr="005D3FDE">
              <w:rPr>
                <w:b/>
                <w:color w:val="000000"/>
              </w:rPr>
              <w:t>message was sent</w:t>
            </w:r>
          </w:p>
        </w:tc>
        <w:tc>
          <w:tcPr>
            <w:tcW w:w="6429" w:type="dxa"/>
          </w:tcPr>
          <w:p w:rsidR="00132C97" w:rsidRDefault="00132C97"/>
        </w:tc>
      </w:tr>
      <w:tr w:rsidR="004C39D1" w:rsidTr="0014355B">
        <w:trPr>
          <w:trHeight w:val="215"/>
          <w:jc w:val="center"/>
        </w:trPr>
        <w:tc>
          <w:tcPr>
            <w:tcW w:w="4522" w:type="dxa"/>
          </w:tcPr>
          <w:p w:rsidR="004C39D1" w:rsidRDefault="00D337AB" w:rsidP="006E7574">
            <w:pPr>
              <w:rPr>
                <w:b/>
              </w:rPr>
            </w:pPr>
            <w:r>
              <w:rPr>
                <w:b/>
              </w:rPr>
              <w:t xml:space="preserve">5. Date of the interview or email </w:t>
            </w:r>
          </w:p>
          <w:p w:rsidR="00D337AB" w:rsidRDefault="00D337AB" w:rsidP="006E7574">
            <w:pPr>
              <w:rPr>
                <w:b/>
              </w:rPr>
            </w:pPr>
            <w:r>
              <w:rPr>
                <w:b/>
              </w:rPr>
              <w:t xml:space="preserve">      message</w:t>
            </w:r>
          </w:p>
        </w:tc>
        <w:tc>
          <w:tcPr>
            <w:tcW w:w="6429" w:type="dxa"/>
          </w:tcPr>
          <w:p w:rsidR="004C39D1" w:rsidRDefault="004C39D1"/>
        </w:tc>
      </w:tr>
      <w:tr w:rsidR="005D3FDE" w:rsidTr="0014355B">
        <w:trPr>
          <w:trHeight w:val="215"/>
          <w:jc w:val="center"/>
        </w:trPr>
        <w:tc>
          <w:tcPr>
            <w:tcW w:w="4522" w:type="dxa"/>
          </w:tcPr>
          <w:p w:rsidR="005D3FDE" w:rsidRDefault="007A0E5E" w:rsidP="007A0E5E">
            <w:pPr>
              <w:rPr>
                <w:b/>
              </w:rPr>
            </w:pPr>
            <w:r>
              <w:rPr>
                <w:b/>
              </w:rPr>
              <w:t>6.</w:t>
            </w:r>
            <w:r w:rsidR="005407BB">
              <w:rPr>
                <w:b/>
              </w:rPr>
              <w:t xml:space="preserve"> </w:t>
            </w:r>
            <w:r w:rsidR="005D3FDE">
              <w:rPr>
                <w:b/>
              </w:rPr>
              <w:t>Medium of publication</w:t>
            </w:r>
          </w:p>
          <w:p w:rsidR="005D3FDE" w:rsidRDefault="005D3FDE" w:rsidP="005D3FDE">
            <w:pPr>
              <w:rPr>
                <w:b/>
              </w:rPr>
            </w:pPr>
          </w:p>
        </w:tc>
        <w:tc>
          <w:tcPr>
            <w:tcW w:w="6429" w:type="dxa"/>
          </w:tcPr>
          <w:p w:rsidR="005D3FDE" w:rsidRDefault="005D3FDE"/>
        </w:tc>
      </w:tr>
      <w:tr w:rsidR="004C39D1" w:rsidTr="0014355B">
        <w:trPr>
          <w:trHeight w:val="8136"/>
          <w:jc w:val="center"/>
        </w:trPr>
        <w:tc>
          <w:tcPr>
            <w:tcW w:w="10951" w:type="dxa"/>
            <w:gridSpan w:val="2"/>
          </w:tcPr>
          <w:p w:rsidR="005D3FDE" w:rsidRPr="005D3FDE" w:rsidRDefault="005D3FDE">
            <w:pPr>
              <w:ind w:left="720" w:hanging="720"/>
              <w:rPr>
                <w:b/>
              </w:rPr>
            </w:pPr>
            <w:r w:rsidRPr="005D3FDE">
              <w:rPr>
                <w:b/>
              </w:rPr>
              <w:t xml:space="preserve">1             2           3        </w:t>
            </w:r>
            <w:r>
              <w:rPr>
                <w:b/>
              </w:rPr>
              <w:t xml:space="preserve">                          4                                       5    </w:t>
            </w:r>
            <w:r w:rsidR="007A0E5E">
              <w:rPr>
                <w:b/>
              </w:rPr>
              <w:t xml:space="preserve">                6</w:t>
            </w:r>
          </w:p>
          <w:p w:rsidR="004C39D1" w:rsidRPr="005D3FDE" w:rsidRDefault="005D3FDE">
            <w:pPr>
              <w:ind w:left="720" w:hanging="720"/>
            </w:pPr>
            <w:proofErr w:type="spellStart"/>
            <w:r w:rsidRPr="005D3FDE">
              <w:rPr>
                <w:color w:val="000000"/>
              </w:rPr>
              <w:t>Neyhart</w:t>
            </w:r>
            <w:proofErr w:type="spellEnd"/>
            <w:r w:rsidRPr="005D3FDE">
              <w:rPr>
                <w:color w:val="000000"/>
              </w:rPr>
              <w:t xml:space="preserve">, David. "Re: Online Tutoring." Message to Joe </w:t>
            </w:r>
            <w:proofErr w:type="spellStart"/>
            <w:r w:rsidRPr="005D3FDE">
              <w:rPr>
                <w:color w:val="000000"/>
              </w:rPr>
              <w:t>Barbato</w:t>
            </w:r>
            <w:proofErr w:type="spellEnd"/>
            <w:r w:rsidRPr="005D3FDE">
              <w:rPr>
                <w:color w:val="000000"/>
              </w:rPr>
              <w:t>. 1 Dec. 2000. E-mail.</w:t>
            </w: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4C39D1" w:rsidRDefault="004C39D1">
            <w:pPr>
              <w:ind w:left="720" w:hanging="720"/>
            </w:pPr>
          </w:p>
          <w:p w:rsidR="00E16DB7" w:rsidRDefault="00E16DB7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AE3DA6" w:rsidRDefault="00AE3DA6">
            <w:pPr>
              <w:ind w:left="720" w:hanging="720"/>
            </w:pPr>
          </w:p>
          <w:p w:rsidR="00E16DB7" w:rsidRDefault="00E16DB7"/>
        </w:tc>
      </w:tr>
    </w:tbl>
    <w:p w:rsidR="004C39D1" w:rsidRDefault="004C39D1" w:rsidP="00AE3DA6"/>
    <w:sectPr w:rsidR="004C39D1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C9B" w:rsidRDefault="00E30C9B">
      <w:r>
        <w:separator/>
      </w:r>
    </w:p>
  </w:endnote>
  <w:endnote w:type="continuationSeparator" w:id="0">
    <w:p w:rsidR="00E30C9B" w:rsidRDefault="00E3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E65" w:rsidRDefault="0014355B" w:rsidP="005748F5">
    <w:pPr>
      <w:pStyle w:val="Footer"/>
      <w:jc w:val="center"/>
    </w:pPr>
    <w:r>
      <w:t>2020</w:t>
    </w:r>
  </w:p>
  <w:p w:rsidR="0014355B" w:rsidRDefault="0014355B" w:rsidP="005748F5">
    <w:pPr>
      <w:pStyle w:val="Footer"/>
      <w:jc w:val="center"/>
    </w:pPr>
    <w:r>
      <w:t>Cherry</w:t>
    </w:r>
  </w:p>
  <w:p w:rsidR="00290E65" w:rsidRDefault="00290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C9B" w:rsidRDefault="00E30C9B">
      <w:r>
        <w:separator/>
      </w:r>
    </w:p>
  </w:footnote>
  <w:footnote w:type="continuationSeparator" w:id="0">
    <w:p w:rsidR="00E30C9B" w:rsidRDefault="00E30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B3A65"/>
    <w:multiLevelType w:val="hybridMultilevel"/>
    <w:tmpl w:val="B1CA42B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C45748"/>
    <w:multiLevelType w:val="hybridMultilevel"/>
    <w:tmpl w:val="E62A8DF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1F5ADB"/>
    <w:multiLevelType w:val="hybridMultilevel"/>
    <w:tmpl w:val="1486DFC8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704AEE"/>
    <w:multiLevelType w:val="hybridMultilevel"/>
    <w:tmpl w:val="68E0DD8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132C9"/>
    <w:multiLevelType w:val="hybridMultilevel"/>
    <w:tmpl w:val="0E4821C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3673F8"/>
    <w:multiLevelType w:val="hybridMultilevel"/>
    <w:tmpl w:val="C3C266B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8F"/>
    <w:rsid w:val="00132C97"/>
    <w:rsid w:val="0014355B"/>
    <w:rsid w:val="00150F78"/>
    <w:rsid w:val="002705DC"/>
    <w:rsid w:val="00273AB8"/>
    <w:rsid w:val="00290E65"/>
    <w:rsid w:val="00491F4A"/>
    <w:rsid w:val="004C39D1"/>
    <w:rsid w:val="005402F0"/>
    <w:rsid w:val="005407BB"/>
    <w:rsid w:val="005748F5"/>
    <w:rsid w:val="005D3FDE"/>
    <w:rsid w:val="005D55B8"/>
    <w:rsid w:val="0060248F"/>
    <w:rsid w:val="006A32A4"/>
    <w:rsid w:val="006E7574"/>
    <w:rsid w:val="007A0E5E"/>
    <w:rsid w:val="00843BB5"/>
    <w:rsid w:val="008848F1"/>
    <w:rsid w:val="009F4F18"/>
    <w:rsid w:val="00A80BA8"/>
    <w:rsid w:val="00AE3DA6"/>
    <w:rsid w:val="00B308BB"/>
    <w:rsid w:val="00BA7395"/>
    <w:rsid w:val="00BB6744"/>
    <w:rsid w:val="00C11321"/>
    <w:rsid w:val="00CB2CEF"/>
    <w:rsid w:val="00D337AB"/>
    <w:rsid w:val="00D464EC"/>
    <w:rsid w:val="00DB4CEA"/>
    <w:rsid w:val="00E16DB7"/>
    <w:rsid w:val="00E30C9B"/>
    <w:rsid w:val="00E36B62"/>
    <w:rsid w:val="00EE37CC"/>
    <w:rsid w:val="00F531A1"/>
    <w:rsid w:val="00FB0476"/>
    <w:rsid w:val="00FC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DD056B7-E94B-4B42-BB91-17CEF442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491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90E65"/>
    <w:rPr>
      <w:sz w:val="24"/>
      <w:szCs w:val="24"/>
    </w:rPr>
  </w:style>
  <w:style w:type="paragraph" w:styleId="BalloonText">
    <w:name w:val="Balloon Text"/>
    <w:basedOn w:val="Normal"/>
    <w:link w:val="BalloonTextChar"/>
    <w:rsid w:val="00290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72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creator>jchriste</dc:creator>
  <cp:lastModifiedBy>Shannon Focht</cp:lastModifiedBy>
  <cp:revision>2</cp:revision>
  <cp:lastPrinted>2010-08-18T18:11:00Z</cp:lastPrinted>
  <dcterms:created xsi:type="dcterms:W3CDTF">2020-07-21T14:48:00Z</dcterms:created>
  <dcterms:modified xsi:type="dcterms:W3CDTF">2020-07-21T14:48:00Z</dcterms:modified>
</cp:coreProperties>
</file>