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940" w:rsidRDefault="00235940" w:rsidP="003D4BD9">
      <w:pPr>
        <w:ind w:firstLine="180"/>
        <w:rPr>
          <w:b/>
        </w:rPr>
      </w:pPr>
      <w:bookmarkStart w:id="0" w:name="_GoBack"/>
      <w:bookmarkEnd w:id="0"/>
      <w:r>
        <w:rPr>
          <w:b/>
        </w:rPr>
        <w:t>RESEARCH PAPER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</w:t>
      </w:r>
    </w:p>
    <w:p w:rsidR="00235940" w:rsidRDefault="002A6169" w:rsidP="003D4BD9">
      <w:pPr>
        <w:ind w:firstLine="180"/>
        <w:rPr>
          <w:b/>
        </w:rPr>
      </w:pPr>
      <w:r>
        <w:rPr>
          <w:b/>
        </w:rPr>
        <w:t xml:space="preserve">MLA </w:t>
      </w:r>
      <w:r w:rsidR="00235940">
        <w:rPr>
          <w:b/>
        </w:rPr>
        <w:t>WORK SHEET</w:t>
      </w:r>
    </w:p>
    <w:p w:rsidR="00235940" w:rsidRDefault="0023594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9"/>
        <w:gridCol w:w="6564"/>
      </w:tblGrid>
      <w:tr w:rsidR="00235940" w:rsidTr="00B40DA0">
        <w:trPr>
          <w:trHeight w:val="112"/>
          <w:jc w:val="center"/>
        </w:trPr>
        <w:tc>
          <w:tcPr>
            <w:tcW w:w="10413" w:type="dxa"/>
            <w:gridSpan w:val="2"/>
            <w:shd w:val="clear" w:color="auto" w:fill="E6E6E6"/>
          </w:tcPr>
          <w:p w:rsidR="00235940" w:rsidRPr="00B40DA0" w:rsidRDefault="00235940">
            <w:pPr>
              <w:jc w:val="center"/>
              <w:rPr>
                <w:b/>
                <w:sz w:val="32"/>
                <w:szCs w:val="32"/>
              </w:rPr>
            </w:pPr>
            <w:r w:rsidRPr="00B40DA0">
              <w:rPr>
                <w:b/>
                <w:sz w:val="32"/>
                <w:szCs w:val="32"/>
              </w:rPr>
              <w:t>NEWSPAPER</w:t>
            </w:r>
          </w:p>
        </w:tc>
      </w:tr>
      <w:tr w:rsidR="00235940" w:rsidTr="00B40DA0">
        <w:trPr>
          <w:trHeight w:val="223"/>
          <w:jc w:val="center"/>
        </w:trPr>
        <w:tc>
          <w:tcPr>
            <w:tcW w:w="3849" w:type="dxa"/>
          </w:tcPr>
          <w:p w:rsidR="00235940" w:rsidRDefault="00834D8A">
            <w:pPr>
              <w:rPr>
                <w:b/>
              </w:rPr>
            </w:pPr>
            <w:r>
              <w:rPr>
                <w:b/>
              </w:rPr>
              <w:t xml:space="preserve">1. Author’s </w:t>
            </w:r>
            <w:r w:rsidR="00235940">
              <w:rPr>
                <w:b/>
              </w:rPr>
              <w:t>last name</w:t>
            </w:r>
            <w:r w:rsidR="00646309">
              <w:rPr>
                <w:b/>
              </w:rPr>
              <w:t>(s)</w:t>
            </w:r>
          </w:p>
          <w:p w:rsidR="00235940" w:rsidRDefault="00235940">
            <w:pPr>
              <w:rPr>
                <w:b/>
              </w:rPr>
            </w:pPr>
          </w:p>
        </w:tc>
        <w:tc>
          <w:tcPr>
            <w:tcW w:w="6563" w:type="dxa"/>
          </w:tcPr>
          <w:p w:rsidR="00235940" w:rsidRDefault="00235940"/>
        </w:tc>
      </w:tr>
      <w:tr w:rsidR="00235940" w:rsidTr="00B40DA0">
        <w:trPr>
          <w:trHeight w:val="230"/>
          <w:jc w:val="center"/>
        </w:trPr>
        <w:tc>
          <w:tcPr>
            <w:tcW w:w="3849" w:type="dxa"/>
          </w:tcPr>
          <w:p w:rsidR="00235940" w:rsidRDefault="00834D8A">
            <w:pPr>
              <w:rPr>
                <w:b/>
              </w:rPr>
            </w:pPr>
            <w:r>
              <w:rPr>
                <w:b/>
              </w:rPr>
              <w:t>2. Author’s</w:t>
            </w:r>
            <w:r w:rsidR="00235940">
              <w:rPr>
                <w:b/>
              </w:rPr>
              <w:t xml:space="preserve"> first </w:t>
            </w:r>
            <w:r w:rsidR="00646309">
              <w:rPr>
                <w:b/>
              </w:rPr>
              <w:t>name(s)</w:t>
            </w:r>
          </w:p>
          <w:p w:rsidR="00235940" w:rsidRDefault="00235940">
            <w:pPr>
              <w:rPr>
                <w:b/>
              </w:rPr>
            </w:pPr>
          </w:p>
        </w:tc>
        <w:tc>
          <w:tcPr>
            <w:tcW w:w="6563" w:type="dxa"/>
          </w:tcPr>
          <w:p w:rsidR="00235940" w:rsidRDefault="00235940"/>
        </w:tc>
      </w:tr>
      <w:tr w:rsidR="000B2066" w:rsidTr="00B40DA0">
        <w:trPr>
          <w:trHeight w:val="230"/>
          <w:jc w:val="center"/>
        </w:trPr>
        <w:tc>
          <w:tcPr>
            <w:tcW w:w="3849" w:type="dxa"/>
          </w:tcPr>
          <w:p w:rsidR="000B2066" w:rsidRDefault="000B2066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646309">
              <w:rPr>
                <w:b/>
              </w:rPr>
              <w:t>“Title of the article”</w:t>
            </w:r>
          </w:p>
          <w:p w:rsidR="000B2066" w:rsidRDefault="000B2066">
            <w:pPr>
              <w:rPr>
                <w:b/>
              </w:rPr>
            </w:pPr>
          </w:p>
        </w:tc>
        <w:tc>
          <w:tcPr>
            <w:tcW w:w="6563" w:type="dxa"/>
          </w:tcPr>
          <w:p w:rsidR="000B2066" w:rsidRDefault="000B2066"/>
        </w:tc>
      </w:tr>
      <w:tr w:rsidR="00235940" w:rsidTr="00B40DA0">
        <w:trPr>
          <w:trHeight w:val="223"/>
          <w:jc w:val="center"/>
        </w:trPr>
        <w:tc>
          <w:tcPr>
            <w:tcW w:w="3849" w:type="dxa"/>
          </w:tcPr>
          <w:p w:rsidR="00235940" w:rsidRDefault="000B2066">
            <w:pPr>
              <w:rPr>
                <w:b/>
              </w:rPr>
            </w:pPr>
            <w:r>
              <w:rPr>
                <w:b/>
              </w:rPr>
              <w:t>4</w:t>
            </w:r>
            <w:r w:rsidR="00235940">
              <w:rPr>
                <w:b/>
              </w:rPr>
              <w:t xml:space="preserve">. </w:t>
            </w:r>
            <w:r w:rsidR="002A6169" w:rsidRPr="00C049EC">
              <w:rPr>
                <w:b/>
                <w:i/>
              </w:rPr>
              <w:t>Title of the</w:t>
            </w:r>
            <w:r w:rsidR="00646309" w:rsidRPr="00C049EC">
              <w:rPr>
                <w:b/>
                <w:i/>
              </w:rPr>
              <w:t xml:space="preserve"> newspaper</w:t>
            </w:r>
            <w:r w:rsidR="002A6169">
              <w:rPr>
                <w:b/>
              </w:rPr>
              <w:t xml:space="preserve"> </w:t>
            </w:r>
            <w:r w:rsidR="003D4BD9">
              <w:rPr>
                <w:b/>
              </w:rPr>
              <w:t xml:space="preserve"> (in </w:t>
            </w:r>
          </w:p>
          <w:p w:rsidR="00235940" w:rsidRDefault="003D4BD9">
            <w:pPr>
              <w:rPr>
                <w:b/>
              </w:rPr>
            </w:pPr>
            <w:r>
              <w:rPr>
                <w:b/>
              </w:rPr>
              <w:t xml:space="preserve">    italics)</w:t>
            </w:r>
          </w:p>
        </w:tc>
        <w:tc>
          <w:tcPr>
            <w:tcW w:w="6563" w:type="dxa"/>
          </w:tcPr>
          <w:p w:rsidR="00235940" w:rsidRDefault="00235940"/>
        </w:tc>
      </w:tr>
      <w:tr w:rsidR="00235940" w:rsidTr="00B40DA0">
        <w:trPr>
          <w:trHeight w:val="230"/>
          <w:jc w:val="center"/>
        </w:trPr>
        <w:tc>
          <w:tcPr>
            <w:tcW w:w="3849" w:type="dxa"/>
          </w:tcPr>
          <w:p w:rsidR="00235940" w:rsidRDefault="000B2066">
            <w:pPr>
              <w:rPr>
                <w:b/>
              </w:rPr>
            </w:pPr>
            <w:r>
              <w:rPr>
                <w:b/>
              </w:rPr>
              <w:t>5</w:t>
            </w:r>
            <w:r w:rsidR="00C049EC">
              <w:rPr>
                <w:b/>
              </w:rPr>
              <w:t xml:space="preserve">. City and State of publication </w:t>
            </w:r>
          </w:p>
          <w:p w:rsidR="00C049EC" w:rsidRDefault="00C049EC">
            <w:pPr>
              <w:rPr>
                <w:b/>
              </w:rPr>
            </w:pPr>
          </w:p>
        </w:tc>
        <w:tc>
          <w:tcPr>
            <w:tcW w:w="6563" w:type="dxa"/>
          </w:tcPr>
          <w:p w:rsidR="00235940" w:rsidRDefault="00235940"/>
        </w:tc>
      </w:tr>
      <w:tr w:rsidR="00235940" w:rsidTr="00B40DA0">
        <w:trPr>
          <w:trHeight w:val="230"/>
          <w:jc w:val="center"/>
        </w:trPr>
        <w:tc>
          <w:tcPr>
            <w:tcW w:w="3849" w:type="dxa"/>
          </w:tcPr>
          <w:p w:rsidR="00B063D1" w:rsidRDefault="003D4BD9" w:rsidP="003D4BD9">
            <w:pPr>
              <w:rPr>
                <w:b/>
              </w:rPr>
            </w:pPr>
            <w:r w:rsidRPr="003D4BD9">
              <w:rPr>
                <w:b/>
              </w:rPr>
              <w:t>6.</w:t>
            </w:r>
            <w:r>
              <w:rPr>
                <w:b/>
              </w:rPr>
              <w:t xml:space="preserve">  </w:t>
            </w:r>
            <w:r w:rsidR="00C049EC">
              <w:rPr>
                <w:b/>
              </w:rPr>
              <w:t xml:space="preserve">Copyright date (day month </w:t>
            </w:r>
          </w:p>
          <w:p w:rsidR="003D4BD9" w:rsidRPr="007F26AC" w:rsidRDefault="003D4BD9" w:rsidP="003D4BD9">
            <w:pPr>
              <w:rPr>
                <w:b/>
              </w:rPr>
            </w:pPr>
            <w:r>
              <w:rPr>
                <w:b/>
              </w:rPr>
              <w:t xml:space="preserve">     Year)</w:t>
            </w:r>
          </w:p>
        </w:tc>
        <w:tc>
          <w:tcPr>
            <w:tcW w:w="6563" w:type="dxa"/>
          </w:tcPr>
          <w:p w:rsidR="00235940" w:rsidRDefault="00235940"/>
        </w:tc>
      </w:tr>
      <w:tr w:rsidR="00235940" w:rsidTr="00B40DA0">
        <w:trPr>
          <w:trHeight w:val="230"/>
          <w:jc w:val="center"/>
        </w:trPr>
        <w:tc>
          <w:tcPr>
            <w:tcW w:w="3849" w:type="dxa"/>
          </w:tcPr>
          <w:p w:rsidR="00C049EC" w:rsidRDefault="00C049EC" w:rsidP="00C049EC">
            <w:pPr>
              <w:rPr>
                <w:b/>
              </w:rPr>
            </w:pPr>
            <w:r>
              <w:rPr>
                <w:b/>
              </w:rPr>
              <w:t>7. Edition of the newspaper</w:t>
            </w:r>
          </w:p>
          <w:p w:rsidR="0005602B" w:rsidRDefault="00C049EC" w:rsidP="00C049EC">
            <w:pPr>
              <w:rPr>
                <w:b/>
              </w:rPr>
            </w:pPr>
            <w:r>
              <w:rPr>
                <w:b/>
              </w:rPr>
              <w:t xml:space="preserve">    (if available)  </w:t>
            </w:r>
          </w:p>
        </w:tc>
        <w:tc>
          <w:tcPr>
            <w:tcW w:w="6563" w:type="dxa"/>
          </w:tcPr>
          <w:p w:rsidR="00235940" w:rsidRDefault="00235940"/>
        </w:tc>
      </w:tr>
      <w:tr w:rsidR="00235940" w:rsidTr="00B40DA0">
        <w:trPr>
          <w:trHeight w:val="230"/>
          <w:jc w:val="center"/>
        </w:trPr>
        <w:tc>
          <w:tcPr>
            <w:tcW w:w="3849" w:type="dxa"/>
          </w:tcPr>
          <w:p w:rsidR="003D4BD9" w:rsidRDefault="00C049EC" w:rsidP="0005602B">
            <w:pPr>
              <w:rPr>
                <w:b/>
              </w:rPr>
            </w:pPr>
            <w:r>
              <w:rPr>
                <w:b/>
              </w:rPr>
              <w:t xml:space="preserve">8. Section and page on which the  </w:t>
            </w:r>
          </w:p>
          <w:p w:rsidR="0005602B" w:rsidRDefault="003D4BD9" w:rsidP="0005602B">
            <w:pPr>
              <w:rPr>
                <w:b/>
              </w:rPr>
            </w:pPr>
            <w:r>
              <w:rPr>
                <w:b/>
              </w:rPr>
              <w:t xml:space="preserve">    article begins</w:t>
            </w:r>
            <w:r w:rsidR="00C049EC">
              <w:rPr>
                <w:b/>
              </w:rPr>
              <w:t xml:space="preserve">         </w:t>
            </w:r>
            <w:r>
              <w:rPr>
                <w:b/>
              </w:rPr>
              <w:t xml:space="preserve">  </w:t>
            </w:r>
          </w:p>
        </w:tc>
        <w:tc>
          <w:tcPr>
            <w:tcW w:w="6563" w:type="dxa"/>
          </w:tcPr>
          <w:p w:rsidR="00235940" w:rsidRDefault="00235940"/>
          <w:p w:rsidR="00C049EC" w:rsidRDefault="00C049EC"/>
        </w:tc>
      </w:tr>
      <w:tr w:rsidR="003B6988" w:rsidTr="00B40DA0">
        <w:trPr>
          <w:trHeight w:val="230"/>
          <w:jc w:val="center"/>
        </w:trPr>
        <w:tc>
          <w:tcPr>
            <w:tcW w:w="3849" w:type="dxa"/>
          </w:tcPr>
          <w:p w:rsidR="003B6988" w:rsidRDefault="003B6988" w:rsidP="0005602B">
            <w:pPr>
              <w:rPr>
                <w:b/>
              </w:rPr>
            </w:pPr>
            <w:r>
              <w:rPr>
                <w:b/>
              </w:rPr>
              <w:t>9. Medium of publication</w:t>
            </w:r>
          </w:p>
          <w:p w:rsidR="003B6988" w:rsidRDefault="003B6988" w:rsidP="0005602B">
            <w:pPr>
              <w:rPr>
                <w:b/>
              </w:rPr>
            </w:pPr>
          </w:p>
        </w:tc>
        <w:tc>
          <w:tcPr>
            <w:tcW w:w="6563" w:type="dxa"/>
          </w:tcPr>
          <w:p w:rsidR="003B6988" w:rsidRDefault="003B6988"/>
        </w:tc>
      </w:tr>
      <w:tr w:rsidR="00C049EC" w:rsidTr="00B40DA0">
        <w:trPr>
          <w:trHeight w:val="6953"/>
          <w:jc w:val="center"/>
        </w:trPr>
        <w:tc>
          <w:tcPr>
            <w:tcW w:w="10413" w:type="dxa"/>
            <w:gridSpan w:val="2"/>
          </w:tcPr>
          <w:p w:rsidR="00C049EC" w:rsidRPr="00C049EC" w:rsidRDefault="00C049EC">
            <w:pPr>
              <w:ind w:left="720" w:hanging="720"/>
              <w:rPr>
                <w:b/>
                <w:color w:val="000000"/>
              </w:rPr>
            </w:pPr>
            <w:r>
              <w:t xml:space="preserve">   </w:t>
            </w:r>
            <w:r>
              <w:rPr>
                <w:b/>
                <w:color w:val="000000"/>
              </w:rPr>
              <w:t>1                  2     3                                                                 4                             5</w:t>
            </w:r>
          </w:p>
          <w:p w:rsidR="00C049EC" w:rsidRDefault="00C049EC">
            <w:pPr>
              <w:ind w:left="720" w:hanging="720"/>
              <w:rPr>
                <w:color w:val="000000"/>
              </w:rPr>
            </w:pPr>
            <w:proofErr w:type="spellStart"/>
            <w:r w:rsidRPr="00C049EC">
              <w:rPr>
                <w:color w:val="000000"/>
              </w:rPr>
              <w:t>Trembacki</w:t>
            </w:r>
            <w:proofErr w:type="spellEnd"/>
            <w:r w:rsidRPr="00C049EC">
              <w:rPr>
                <w:color w:val="000000"/>
              </w:rPr>
              <w:t>, Paul. "</w:t>
            </w:r>
            <w:proofErr w:type="spellStart"/>
            <w:r w:rsidRPr="00C049EC">
              <w:rPr>
                <w:color w:val="000000"/>
              </w:rPr>
              <w:t>Brees</w:t>
            </w:r>
            <w:proofErr w:type="spellEnd"/>
            <w:r w:rsidRPr="00C049EC">
              <w:rPr>
                <w:color w:val="000000"/>
              </w:rPr>
              <w:t xml:space="preserve"> Hopes to Win Heisman for Team." </w:t>
            </w:r>
            <w:r w:rsidRPr="00C049EC">
              <w:rPr>
                <w:rStyle w:val="Emphasis"/>
                <w:color w:val="000000"/>
              </w:rPr>
              <w:t>Purdue Exponent</w:t>
            </w:r>
            <w:r w:rsidRPr="00C049EC">
              <w:rPr>
                <w:color w:val="000000"/>
              </w:rPr>
              <w:t xml:space="preserve"> [</w:t>
            </w:r>
            <w:smartTag w:uri="urn:schemas-microsoft-com:office:smarttags" w:element="place">
              <w:smartTag w:uri="urn:schemas-microsoft-com:office:smarttags" w:element="City">
                <w:r w:rsidRPr="00C049EC">
                  <w:rPr>
                    <w:color w:val="000000"/>
                  </w:rPr>
                  <w:t>West Lafayette</w:t>
                </w:r>
              </w:smartTag>
              <w:r w:rsidRPr="00C049EC">
                <w:rPr>
                  <w:color w:val="000000"/>
                </w:rPr>
                <w:t xml:space="preserve">, </w:t>
              </w:r>
              <w:smartTag w:uri="urn:schemas-microsoft-com:office:smarttags" w:element="State">
                <w:r w:rsidRPr="00C049EC">
                  <w:rPr>
                    <w:color w:val="000000"/>
                  </w:rPr>
                  <w:t>IN</w:t>
                </w:r>
              </w:smartTag>
            </w:smartTag>
            <w:r w:rsidRPr="00C049EC">
              <w:rPr>
                <w:color w:val="000000"/>
              </w:rPr>
              <w:t xml:space="preserve">] </w:t>
            </w:r>
          </w:p>
          <w:p w:rsidR="001D1072" w:rsidRPr="00E51EAD" w:rsidRDefault="00C049EC">
            <w:pPr>
              <w:ind w:left="720" w:hanging="720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C049EC">
              <w:rPr>
                <w:color w:val="000000"/>
              </w:rPr>
              <w:t xml:space="preserve">      </w:t>
            </w:r>
            <w:r w:rsidR="00E51EAD">
              <w:rPr>
                <w:b/>
                <w:color w:val="000000"/>
              </w:rPr>
              <w:t>6                    7            8    9</w:t>
            </w:r>
          </w:p>
          <w:p w:rsidR="00C049EC" w:rsidRPr="00C049EC" w:rsidRDefault="001D1072">
            <w:pPr>
              <w:ind w:left="720" w:hanging="720"/>
            </w:pPr>
            <w:r>
              <w:rPr>
                <w:color w:val="000000"/>
              </w:rPr>
              <w:t xml:space="preserve">         </w:t>
            </w:r>
            <w:r w:rsidR="00C049EC" w:rsidRPr="00C049EC">
              <w:rPr>
                <w:color w:val="000000"/>
              </w:rPr>
              <w:t>5 Dec. 2000: late ed.: A1. Print.</w:t>
            </w:r>
            <w:r w:rsidR="00C049EC">
              <w:t xml:space="preserve">      </w:t>
            </w:r>
            <w:r w:rsidR="00C049EC" w:rsidRPr="00C049EC">
              <w:t xml:space="preserve">               </w:t>
            </w:r>
          </w:p>
          <w:p w:rsidR="00C049EC" w:rsidRPr="00C049EC" w:rsidRDefault="00C049EC">
            <w:pPr>
              <w:ind w:left="720" w:hanging="720"/>
              <w:rPr>
                <w:b/>
              </w:rPr>
            </w:pPr>
            <w:r>
              <w:t xml:space="preserve">    </w:t>
            </w:r>
            <w:r w:rsidR="003D4BD9">
              <w:t xml:space="preserve">   </w:t>
            </w:r>
            <w:r>
              <w:t xml:space="preserve">  </w:t>
            </w:r>
          </w:p>
          <w:p w:rsidR="00C049EC" w:rsidRDefault="00C049EC">
            <w:pPr>
              <w:ind w:left="720" w:hanging="720"/>
            </w:pPr>
          </w:p>
          <w:p w:rsidR="00C049EC" w:rsidRDefault="00C049EC">
            <w:pPr>
              <w:ind w:left="720" w:hanging="720"/>
            </w:pPr>
          </w:p>
          <w:p w:rsidR="00C049EC" w:rsidRDefault="00C049EC">
            <w:pPr>
              <w:ind w:left="720" w:hanging="720"/>
            </w:pPr>
          </w:p>
          <w:p w:rsidR="00C049EC" w:rsidRDefault="00C049EC">
            <w:pPr>
              <w:ind w:left="720" w:hanging="720"/>
            </w:pPr>
          </w:p>
          <w:p w:rsidR="00C049EC" w:rsidRDefault="00C049EC">
            <w:pPr>
              <w:ind w:left="720" w:hanging="720"/>
            </w:pPr>
          </w:p>
          <w:p w:rsidR="00C049EC" w:rsidRDefault="00C049EC">
            <w:pPr>
              <w:ind w:left="720" w:hanging="720"/>
            </w:pPr>
          </w:p>
          <w:p w:rsidR="00C049EC" w:rsidRDefault="00C049EC">
            <w:pPr>
              <w:ind w:left="720" w:hanging="720"/>
            </w:pPr>
          </w:p>
          <w:p w:rsidR="00C049EC" w:rsidRDefault="00C049EC">
            <w:pPr>
              <w:ind w:left="720" w:hanging="720"/>
            </w:pPr>
          </w:p>
          <w:p w:rsidR="00C049EC" w:rsidRDefault="00C049EC">
            <w:pPr>
              <w:ind w:left="720" w:hanging="720"/>
            </w:pPr>
          </w:p>
          <w:p w:rsidR="00C049EC" w:rsidRDefault="00C049EC">
            <w:pPr>
              <w:ind w:left="720" w:hanging="720"/>
            </w:pPr>
          </w:p>
          <w:p w:rsidR="001D1072" w:rsidRDefault="001D1072" w:rsidP="00E51EAD">
            <w:pPr>
              <w:ind w:left="720" w:hanging="720"/>
            </w:pPr>
          </w:p>
        </w:tc>
      </w:tr>
    </w:tbl>
    <w:p w:rsidR="00235940" w:rsidRDefault="00235940"/>
    <w:sectPr w:rsidR="00235940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4D6" w:rsidRDefault="00D924D6">
      <w:r>
        <w:separator/>
      </w:r>
    </w:p>
  </w:endnote>
  <w:endnote w:type="continuationSeparator" w:id="0">
    <w:p w:rsidR="00D924D6" w:rsidRDefault="00D9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E0" w:rsidRDefault="00B40DA0" w:rsidP="003D4BD9">
    <w:pPr>
      <w:pStyle w:val="Footer"/>
      <w:jc w:val="center"/>
    </w:pPr>
    <w:r>
      <w:t>2020</w:t>
    </w:r>
  </w:p>
  <w:p w:rsidR="00E51EAD" w:rsidRDefault="00E51EAD" w:rsidP="003D4BD9">
    <w:pPr>
      <w:pStyle w:val="Footer"/>
      <w:jc w:val="center"/>
    </w:pPr>
    <w:r>
      <w:t>White</w:t>
    </w:r>
  </w:p>
  <w:p w:rsidR="001E7DE0" w:rsidRDefault="001E7D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4D6" w:rsidRDefault="00D924D6">
      <w:r>
        <w:separator/>
      </w:r>
    </w:p>
  </w:footnote>
  <w:footnote w:type="continuationSeparator" w:id="0">
    <w:p w:rsidR="00D924D6" w:rsidRDefault="00D92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2EBC"/>
    <w:multiLevelType w:val="hybridMultilevel"/>
    <w:tmpl w:val="F6EA3508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1B1"/>
    <w:rsid w:val="00030723"/>
    <w:rsid w:val="0005602B"/>
    <w:rsid w:val="000B2066"/>
    <w:rsid w:val="00107753"/>
    <w:rsid w:val="00137C57"/>
    <w:rsid w:val="001D1072"/>
    <w:rsid w:val="001E7DE0"/>
    <w:rsid w:val="00235940"/>
    <w:rsid w:val="0024402C"/>
    <w:rsid w:val="002942E7"/>
    <w:rsid w:val="002A6169"/>
    <w:rsid w:val="002C62D0"/>
    <w:rsid w:val="002F78FA"/>
    <w:rsid w:val="003B6988"/>
    <w:rsid w:val="003D4BD9"/>
    <w:rsid w:val="004161B1"/>
    <w:rsid w:val="00534C24"/>
    <w:rsid w:val="006246D4"/>
    <w:rsid w:val="00646309"/>
    <w:rsid w:val="00763803"/>
    <w:rsid w:val="007E4DEA"/>
    <w:rsid w:val="007F26AC"/>
    <w:rsid w:val="00834D8A"/>
    <w:rsid w:val="00847E6A"/>
    <w:rsid w:val="00976E1A"/>
    <w:rsid w:val="00A0611E"/>
    <w:rsid w:val="00B063D1"/>
    <w:rsid w:val="00B241D7"/>
    <w:rsid w:val="00B40DA0"/>
    <w:rsid w:val="00B82932"/>
    <w:rsid w:val="00C049EC"/>
    <w:rsid w:val="00C83EA8"/>
    <w:rsid w:val="00D924D6"/>
    <w:rsid w:val="00DF0FE0"/>
    <w:rsid w:val="00E26CDE"/>
    <w:rsid w:val="00E51EAD"/>
    <w:rsid w:val="00F71E4F"/>
    <w:rsid w:val="00FC0DD7"/>
    <w:rsid w:val="00FD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724A568B-3839-4ECC-AFAE-DFB3329C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2A61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1E7DE0"/>
    <w:rPr>
      <w:sz w:val="24"/>
      <w:szCs w:val="24"/>
    </w:rPr>
  </w:style>
  <w:style w:type="paragraph" w:styleId="BalloonText">
    <w:name w:val="Balloon Text"/>
    <w:basedOn w:val="Normal"/>
    <w:link w:val="BalloonTextChar"/>
    <w:rsid w:val="001E7D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7DE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049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604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96778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2211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980722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9D482408</Template>
  <TotalTime>0</TotalTime>
  <Pages>1</Pages>
  <Words>89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WRITING &amp; BUSINESS COMMUNICATIONS</vt:lpstr>
    </vt:vector>
  </TitlesOfParts>
  <Company>Pullman School District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WRITING &amp; BUSINESS COMMUNICATIONS</dc:title>
  <dc:creator>jchriste</dc:creator>
  <cp:lastModifiedBy>Shannon Focht</cp:lastModifiedBy>
  <cp:revision>2</cp:revision>
  <cp:lastPrinted>2010-08-26T20:51:00Z</cp:lastPrinted>
  <dcterms:created xsi:type="dcterms:W3CDTF">2020-07-21T14:48:00Z</dcterms:created>
  <dcterms:modified xsi:type="dcterms:W3CDTF">2020-07-21T14:48:00Z</dcterms:modified>
</cp:coreProperties>
</file>