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188" w:rsidRDefault="00244188" w:rsidP="00704459">
      <w:pPr>
        <w:shd w:val="clear" w:color="auto" w:fill="F7DC69"/>
        <w:rPr>
          <w:b/>
        </w:rPr>
      </w:pPr>
      <w:bookmarkStart w:id="0" w:name="_GoBack"/>
      <w:bookmarkEnd w:id="0"/>
      <w:r>
        <w:rPr>
          <w:b/>
        </w:rPr>
        <w:t>RESEARCH PAPER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NAME:</w:t>
      </w:r>
    </w:p>
    <w:p w:rsidR="00244188" w:rsidRDefault="00C03A17" w:rsidP="00704459">
      <w:pPr>
        <w:shd w:val="clear" w:color="auto" w:fill="F7DC69"/>
        <w:rPr>
          <w:b/>
        </w:rPr>
      </w:pPr>
      <w:r>
        <w:rPr>
          <w:b/>
        </w:rPr>
        <w:t xml:space="preserve">MLA </w:t>
      </w:r>
      <w:r w:rsidR="00244188">
        <w:rPr>
          <w:b/>
        </w:rPr>
        <w:t>WORK SHEET</w:t>
      </w:r>
    </w:p>
    <w:p w:rsidR="00244188" w:rsidRDefault="00244188" w:rsidP="00704459">
      <w:pPr>
        <w:shd w:val="clear" w:color="auto" w:fill="F7DC6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5"/>
        <w:gridCol w:w="6495"/>
      </w:tblGrid>
      <w:tr w:rsidR="00244188" w:rsidTr="00704459">
        <w:trPr>
          <w:trHeight w:val="241"/>
          <w:jc w:val="center"/>
        </w:trPr>
        <w:tc>
          <w:tcPr>
            <w:tcW w:w="10892" w:type="dxa"/>
            <w:gridSpan w:val="2"/>
            <w:shd w:val="clear" w:color="auto" w:fill="E6E6E6"/>
          </w:tcPr>
          <w:p w:rsidR="00244188" w:rsidRPr="00704459" w:rsidRDefault="00704459" w:rsidP="00B4523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MOTION PICTURE </w:t>
            </w:r>
            <w:r w:rsidR="007C740A" w:rsidRPr="00704459">
              <w:rPr>
                <w:b/>
                <w:sz w:val="32"/>
                <w:szCs w:val="32"/>
              </w:rPr>
              <w:t>/</w:t>
            </w:r>
            <w:r>
              <w:rPr>
                <w:b/>
                <w:sz w:val="32"/>
                <w:szCs w:val="32"/>
              </w:rPr>
              <w:t xml:space="preserve"> </w:t>
            </w:r>
            <w:r w:rsidR="00771454" w:rsidRPr="00704459">
              <w:rPr>
                <w:b/>
                <w:sz w:val="32"/>
                <w:szCs w:val="32"/>
              </w:rPr>
              <w:t>Television p</w:t>
            </w:r>
            <w:r w:rsidR="00E37CBF" w:rsidRPr="00704459">
              <w:rPr>
                <w:b/>
                <w:sz w:val="32"/>
                <w:szCs w:val="32"/>
              </w:rPr>
              <w:t>rogram</w:t>
            </w:r>
            <w:r>
              <w:rPr>
                <w:b/>
                <w:sz w:val="32"/>
                <w:szCs w:val="32"/>
              </w:rPr>
              <w:t xml:space="preserve"> </w:t>
            </w:r>
            <w:r w:rsidR="007C740A" w:rsidRPr="00704459">
              <w:rPr>
                <w:b/>
                <w:sz w:val="32"/>
                <w:szCs w:val="32"/>
              </w:rPr>
              <w:t>/</w:t>
            </w:r>
            <w:r>
              <w:rPr>
                <w:b/>
                <w:sz w:val="32"/>
                <w:szCs w:val="32"/>
              </w:rPr>
              <w:t xml:space="preserve"> </w:t>
            </w:r>
            <w:r w:rsidR="007C740A" w:rsidRPr="00704459">
              <w:rPr>
                <w:b/>
                <w:sz w:val="32"/>
                <w:szCs w:val="32"/>
              </w:rPr>
              <w:t>Documentary</w:t>
            </w:r>
          </w:p>
        </w:tc>
      </w:tr>
      <w:tr w:rsidR="00244188" w:rsidTr="00704459">
        <w:trPr>
          <w:trHeight w:val="499"/>
          <w:jc w:val="center"/>
        </w:trPr>
        <w:tc>
          <w:tcPr>
            <w:tcW w:w="4325" w:type="dxa"/>
          </w:tcPr>
          <w:p w:rsidR="00244188" w:rsidRDefault="00244188">
            <w:pPr>
              <w:rPr>
                <w:b/>
              </w:rPr>
            </w:pPr>
            <w:r>
              <w:rPr>
                <w:b/>
              </w:rPr>
              <w:t xml:space="preserve">1. </w:t>
            </w:r>
            <w:r w:rsidR="00B4523D">
              <w:rPr>
                <w:b/>
              </w:rPr>
              <w:t>“</w:t>
            </w:r>
            <w:r w:rsidR="00C03A17" w:rsidRPr="00C03A17">
              <w:rPr>
                <w:b/>
              </w:rPr>
              <w:t>Title</w:t>
            </w:r>
            <w:r w:rsidR="00B4523D">
              <w:rPr>
                <w:b/>
              </w:rPr>
              <w:t>”</w:t>
            </w:r>
          </w:p>
        </w:tc>
        <w:tc>
          <w:tcPr>
            <w:tcW w:w="6567" w:type="dxa"/>
          </w:tcPr>
          <w:p w:rsidR="00244188" w:rsidRDefault="00244188"/>
        </w:tc>
      </w:tr>
      <w:tr w:rsidR="00244188" w:rsidTr="00704459">
        <w:trPr>
          <w:trHeight w:val="485"/>
          <w:jc w:val="center"/>
        </w:trPr>
        <w:tc>
          <w:tcPr>
            <w:tcW w:w="4325" w:type="dxa"/>
          </w:tcPr>
          <w:p w:rsidR="00244188" w:rsidRPr="00285FA8" w:rsidRDefault="00244188" w:rsidP="00B4523D">
            <w:pPr>
              <w:rPr>
                <w:b/>
              </w:rPr>
            </w:pPr>
            <w:r w:rsidRPr="00285FA8">
              <w:rPr>
                <w:b/>
              </w:rPr>
              <w:t>2</w:t>
            </w:r>
            <w:r w:rsidRPr="00285FA8">
              <w:rPr>
                <w:b/>
                <w:i/>
              </w:rPr>
              <w:t xml:space="preserve">. </w:t>
            </w:r>
            <w:r w:rsidR="00B4523D" w:rsidRPr="00285FA8">
              <w:rPr>
                <w:b/>
                <w:i/>
              </w:rPr>
              <w:t xml:space="preserve"> Series Name</w:t>
            </w:r>
          </w:p>
        </w:tc>
        <w:tc>
          <w:tcPr>
            <w:tcW w:w="6567" w:type="dxa"/>
          </w:tcPr>
          <w:p w:rsidR="00244188" w:rsidRDefault="00244188"/>
        </w:tc>
      </w:tr>
      <w:tr w:rsidR="00244188" w:rsidTr="00704459">
        <w:trPr>
          <w:trHeight w:val="499"/>
          <w:jc w:val="center"/>
        </w:trPr>
        <w:tc>
          <w:tcPr>
            <w:tcW w:w="4325" w:type="dxa"/>
          </w:tcPr>
          <w:p w:rsidR="00B4523D" w:rsidRDefault="005B41F3" w:rsidP="00B4523D">
            <w:pPr>
              <w:rPr>
                <w:b/>
              </w:rPr>
            </w:pPr>
            <w:r>
              <w:rPr>
                <w:b/>
              </w:rPr>
              <w:t>3</w:t>
            </w:r>
            <w:r w:rsidR="00244188">
              <w:rPr>
                <w:b/>
              </w:rPr>
              <w:t xml:space="preserve">. </w:t>
            </w:r>
            <w:r w:rsidR="00B4523D">
              <w:rPr>
                <w:b/>
              </w:rPr>
              <w:t>Writer’s first  and last name(s)</w:t>
            </w:r>
          </w:p>
          <w:p w:rsidR="00244188" w:rsidRDefault="00244188">
            <w:pPr>
              <w:rPr>
                <w:b/>
              </w:rPr>
            </w:pPr>
          </w:p>
        </w:tc>
        <w:tc>
          <w:tcPr>
            <w:tcW w:w="6567" w:type="dxa"/>
          </w:tcPr>
          <w:p w:rsidR="00244188" w:rsidRDefault="00244188"/>
        </w:tc>
      </w:tr>
      <w:tr w:rsidR="005B41F3" w:rsidTr="00704459">
        <w:trPr>
          <w:trHeight w:val="499"/>
          <w:jc w:val="center"/>
        </w:trPr>
        <w:tc>
          <w:tcPr>
            <w:tcW w:w="4325" w:type="dxa"/>
          </w:tcPr>
          <w:p w:rsidR="005B41F3" w:rsidRDefault="005B41F3">
            <w:pPr>
              <w:rPr>
                <w:b/>
              </w:rPr>
            </w:pPr>
            <w:r>
              <w:rPr>
                <w:b/>
              </w:rPr>
              <w:t xml:space="preserve">4. Director’s </w:t>
            </w:r>
            <w:r w:rsidR="00B4523D">
              <w:rPr>
                <w:b/>
              </w:rPr>
              <w:t xml:space="preserve">first and </w:t>
            </w:r>
            <w:r>
              <w:rPr>
                <w:b/>
              </w:rPr>
              <w:t>last name</w:t>
            </w:r>
            <w:r w:rsidR="00B4523D">
              <w:rPr>
                <w:b/>
              </w:rPr>
              <w:t>(s)</w:t>
            </w:r>
          </w:p>
        </w:tc>
        <w:tc>
          <w:tcPr>
            <w:tcW w:w="6567" w:type="dxa"/>
          </w:tcPr>
          <w:p w:rsidR="005B41F3" w:rsidRDefault="005B41F3"/>
        </w:tc>
      </w:tr>
      <w:tr w:rsidR="00244188" w:rsidTr="00704459">
        <w:trPr>
          <w:trHeight w:val="485"/>
          <w:jc w:val="center"/>
        </w:trPr>
        <w:tc>
          <w:tcPr>
            <w:tcW w:w="4325" w:type="dxa"/>
          </w:tcPr>
          <w:p w:rsidR="00244188" w:rsidRDefault="005B41F3" w:rsidP="00256FFC">
            <w:pPr>
              <w:rPr>
                <w:b/>
              </w:rPr>
            </w:pPr>
            <w:r>
              <w:rPr>
                <w:b/>
              </w:rPr>
              <w:t>5</w:t>
            </w:r>
            <w:r w:rsidR="00244188">
              <w:rPr>
                <w:b/>
              </w:rPr>
              <w:t xml:space="preserve">. </w:t>
            </w:r>
            <w:r>
              <w:rPr>
                <w:b/>
              </w:rPr>
              <w:t>Performers first and last</w:t>
            </w:r>
            <w:r w:rsidR="00256FFC">
              <w:rPr>
                <w:b/>
              </w:rPr>
              <w:t xml:space="preserve"> </w:t>
            </w:r>
            <w:r>
              <w:rPr>
                <w:b/>
              </w:rPr>
              <w:t>n</w:t>
            </w:r>
            <w:r w:rsidR="00B83648">
              <w:rPr>
                <w:b/>
              </w:rPr>
              <w:t>ame</w:t>
            </w:r>
            <w:r w:rsidR="00B4523D">
              <w:rPr>
                <w:b/>
              </w:rPr>
              <w:t>(</w:t>
            </w:r>
            <w:r w:rsidR="00B83648">
              <w:rPr>
                <w:b/>
              </w:rPr>
              <w:t>s</w:t>
            </w:r>
            <w:r w:rsidR="00B4523D">
              <w:rPr>
                <w:b/>
              </w:rPr>
              <w:t>)</w:t>
            </w:r>
          </w:p>
          <w:p w:rsidR="00244188" w:rsidRDefault="00244188">
            <w:pPr>
              <w:rPr>
                <w:b/>
              </w:rPr>
            </w:pPr>
          </w:p>
        </w:tc>
        <w:tc>
          <w:tcPr>
            <w:tcW w:w="6567" w:type="dxa"/>
          </w:tcPr>
          <w:p w:rsidR="00244188" w:rsidRDefault="00244188"/>
        </w:tc>
      </w:tr>
      <w:tr w:rsidR="00244188" w:rsidTr="00704459">
        <w:trPr>
          <w:trHeight w:val="499"/>
          <w:jc w:val="center"/>
        </w:trPr>
        <w:tc>
          <w:tcPr>
            <w:tcW w:w="4325" w:type="dxa"/>
          </w:tcPr>
          <w:p w:rsidR="00244188" w:rsidRDefault="005B41F3">
            <w:pPr>
              <w:rPr>
                <w:b/>
              </w:rPr>
            </w:pPr>
            <w:r>
              <w:rPr>
                <w:b/>
              </w:rPr>
              <w:t>6</w:t>
            </w:r>
            <w:r w:rsidR="00244188">
              <w:rPr>
                <w:b/>
              </w:rPr>
              <w:t xml:space="preserve">. </w:t>
            </w:r>
            <w:r>
              <w:rPr>
                <w:b/>
              </w:rPr>
              <w:t>Distributor</w:t>
            </w:r>
            <w:r w:rsidR="00B83648">
              <w:rPr>
                <w:b/>
              </w:rPr>
              <w:t xml:space="preserve">’s </w:t>
            </w:r>
            <w:r>
              <w:rPr>
                <w:b/>
              </w:rPr>
              <w:t>n</w:t>
            </w:r>
            <w:r w:rsidR="00B83648">
              <w:rPr>
                <w:b/>
              </w:rPr>
              <w:t>ame</w:t>
            </w:r>
          </w:p>
          <w:p w:rsidR="00244188" w:rsidRDefault="00244188">
            <w:pPr>
              <w:rPr>
                <w:b/>
              </w:rPr>
            </w:pPr>
          </w:p>
        </w:tc>
        <w:tc>
          <w:tcPr>
            <w:tcW w:w="6567" w:type="dxa"/>
          </w:tcPr>
          <w:p w:rsidR="00244188" w:rsidRDefault="00244188"/>
        </w:tc>
      </w:tr>
      <w:tr w:rsidR="00244188" w:rsidTr="00704459">
        <w:trPr>
          <w:trHeight w:val="485"/>
          <w:jc w:val="center"/>
        </w:trPr>
        <w:tc>
          <w:tcPr>
            <w:tcW w:w="4325" w:type="dxa"/>
          </w:tcPr>
          <w:p w:rsidR="00244188" w:rsidRDefault="005B41F3">
            <w:pPr>
              <w:rPr>
                <w:b/>
              </w:rPr>
            </w:pPr>
            <w:r>
              <w:rPr>
                <w:b/>
              </w:rPr>
              <w:t>7</w:t>
            </w:r>
            <w:r w:rsidR="00244188">
              <w:rPr>
                <w:b/>
              </w:rPr>
              <w:t>.</w:t>
            </w:r>
            <w:r w:rsidR="00244188" w:rsidRPr="00C03A17">
              <w:rPr>
                <w:b/>
              </w:rPr>
              <w:t xml:space="preserve"> </w:t>
            </w:r>
            <w:r w:rsidR="00B83648">
              <w:rPr>
                <w:b/>
              </w:rPr>
              <w:t xml:space="preserve">Copyright </w:t>
            </w:r>
            <w:r w:rsidR="00651D84">
              <w:rPr>
                <w:b/>
              </w:rPr>
              <w:t>year</w:t>
            </w:r>
          </w:p>
          <w:p w:rsidR="00B4523D" w:rsidRPr="00C03A17" w:rsidRDefault="00B4523D">
            <w:pPr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6567" w:type="dxa"/>
          </w:tcPr>
          <w:p w:rsidR="00244188" w:rsidRDefault="00244188"/>
        </w:tc>
      </w:tr>
      <w:tr w:rsidR="00285FA8" w:rsidTr="00704459">
        <w:trPr>
          <w:trHeight w:val="485"/>
          <w:jc w:val="center"/>
        </w:trPr>
        <w:tc>
          <w:tcPr>
            <w:tcW w:w="4325" w:type="dxa"/>
          </w:tcPr>
          <w:p w:rsidR="00285FA8" w:rsidRDefault="00285FA8">
            <w:pPr>
              <w:rPr>
                <w:b/>
              </w:rPr>
            </w:pPr>
            <w:r>
              <w:rPr>
                <w:b/>
              </w:rPr>
              <w:t>8. Medium of publication</w:t>
            </w:r>
          </w:p>
        </w:tc>
        <w:tc>
          <w:tcPr>
            <w:tcW w:w="6567" w:type="dxa"/>
          </w:tcPr>
          <w:p w:rsidR="00285FA8" w:rsidRDefault="00285FA8"/>
        </w:tc>
      </w:tr>
      <w:tr w:rsidR="00244188" w:rsidTr="00704459">
        <w:trPr>
          <w:trHeight w:val="7958"/>
          <w:jc w:val="center"/>
        </w:trPr>
        <w:tc>
          <w:tcPr>
            <w:tcW w:w="10892" w:type="dxa"/>
            <w:gridSpan w:val="2"/>
          </w:tcPr>
          <w:p w:rsidR="00C03A17" w:rsidRPr="00C03A17" w:rsidRDefault="00C03A17" w:rsidP="00F17135">
            <w:pPr>
              <w:pStyle w:val="HTMLPreformatted"/>
              <w:rPr>
                <w:rStyle w:val="Emphasis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Style w:val="Emphasis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1                                </w:t>
            </w:r>
            <w:r w:rsidR="00905E9C">
              <w:rPr>
                <w:rStyle w:val="Emphasis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    </w:t>
            </w:r>
            <w:r>
              <w:rPr>
                <w:rStyle w:val="Emphasis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 2          </w:t>
            </w:r>
            <w:r w:rsidR="00905E9C">
              <w:rPr>
                <w:rStyle w:val="Emphasis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                         </w:t>
            </w:r>
            <w:r w:rsidR="00285FA8">
              <w:rPr>
                <w:rStyle w:val="Emphasis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                       </w:t>
            </w:r>
            <w:r w:rsidR="00905E9C">
              <w:rPr>
                <w:rStyle w:val="Emphasis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   </w:t>
            </w:r>
            <w:r>
              <w:rPr>
                <w:rStyle w:val="Emphasis"/>
                <w:rFonts w:ascii="Times New Roman" w:hAnsi="Times New Roman" w:cs="Times New Roman"/>
                <w:b/>
                <w:i w:val="0"/>
                <w:sz w:val="24"/>
                <w:szCs w:val="24"/>
              </w:rPr>
              <w:t>3</w:t>
            </w:r>
            <w:r w:rsidR="00905E9C">
              <w:rPr>
                <w:rStyle w:val="Emphasis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</w:t>
            </w:r>
            <w:r>
              <w:rPr>
                <w:rStyle w:val="Emphasis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 </w:t>
            </w:r>
            <w:r w:rsidR="00905E9C">
              <w:rPr>
                <w:rStyle w:val="Emphasis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                                                   4</w:t>
            </w:r>
          </w:p>
          <w:p w:rsidR="009D1C8A" w:rsidRDefault="00B4523D" w:rsidP="00F17135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285FA8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</w:rPr>
              <w:t>“</w:t>
            </w:r>
            <w:smartTag w:uri="urn:schemas-microsoft-com:office:smarttags" w:element="place">
              <w:smartTag w:uri="urn:schemas-microsoft-com:office:smarttags" w:element="City">
                <w:r w:rsidRPr="00285FA8">
                  <w:rPr>
                    <w:rStyle w:val="Emphasis"/>
                    <w:rFonts w:ascii="Times New Roman" w:hAnsi="Times New Roman" w:cs="Times New Roman"/>
                    <w:i w:val="0"/>
                    <w:sz w:val="24"/>
                    <w:szCs w:val="24"/>
                  </w:rPr>
                  <w:t>Chandler</w:t>
                </w:r>
              </w:smartTag>
            </w:smartTag>
            <w:r w:rsidRPr="00285FA8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</w:rPr>
              <w:t xml:space="preserve"> Cries Wolf</w:t>
            </w:r>
            <w:r w:rsidR="00285FA8" w:rsidRPr="00285FA8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  <w:r w:rsidRPr="00285FA8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</w:rPr>
              <w:t>”</w:t>
            </w:r>
            <w:r w:rsidR="00F17135" w:rsidRPr="00285F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5FA8">
              <w:rPr>
                <w:rFonts w:ascii="Times New Roman" w:hAnsi="Times New Roman" w:cs="Times New Roman"/>
                <w:i/>
                <w:sz w:val="24"/>
                <w:szCs w:val="24"/>
              </w:rPr>
              <w:t>Friends: The Sixth Season</w:t>
            </w:r>
            <w:r w:rsidR="00C90D5E" w:rsidRPr="00285FA8">
              <w:rPr>
                <w:rFonts w:ascii="Times New Roman" w:hAnsi="Times New Roman" w:cs="Times New Roman"/>
                <w:i/>
                <w:sz w:val="24"/>
                <w:szCs w:val="24"/>
              </w:rPr>
              <w:t>; Episode Four</w:t>
            </w:r>
            <w:r w:rsidRPr="00285FA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285FA8">
              <w:rPr>
                <w:rFonts w:ascii="Times New Roman" w:hAnsi="Times New Roman" w:cs="Times New Roman"/>
                <w:sz w:val="24"/>
                <w:szCs w:val="24"/>
              </w:rPr>
              <w:t xml:space="preserve"> Writ. Jim Cramer and Steve Smith. </w:t>
            </w:r>
            <w:r w:rsidR="00F17135" w:rsidRPr="00285FA8">
              <w:rPr>
                <w:rFonts w:ascii="Times New Roman" w:hAnsi="Times New Roman" w:cs="Times New Roman"/>
                <w:sz w:val="24"/>
                <w:szCs w:val="24"/>
              </w:rPr>
              <w:t>Dir.</w:t>
            </w:r>
          </w:p>
          <w:p w:rsidR="00C90D5E" w:rsidRPr="00301521" w:rsidRDefault="00F17135" w:rsidP="00F17135">
            <w:pPr>
              <w:pStyle w:val="HTMLPreformatte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F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152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="00301521">
              <w:rPr>
                <w:rFonts w:ascii="Times New Roman" w:hAnsi="Times New Roman" w:cs="Times New Roman"/>
                <w:b/>
                <w:sz w:val="24"/>
                <w:szCs w:val="24"/>
              </w:rPr>
              <w:t>5                                                                     6        7         8</w:t>
            </w:r>
          </w:p>
          <w:p w:rsidR="00F17135" w:rsidRPr="00285FA8" w:rsidRDefault="009640A8" w:rsidP="00F17135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C90D5E" w:rsidRPr="00285FA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smartTag w:uri="urn:schemas-microsoft-com:office:smarttags" w:element="City">
              <w:smartTag w:uri="urn:schemas-microsoft-com:office:smarttags" w:element="place">
                <w:r w:rsidR="00F17135" w:rsidRPr="00285FA8">
                  <w:rPr>
                    <w:rFonts w:ascii="Times New Roman" w:hAnsi="Times New Roman" w:cs="Times New Roman"/>
                    <w:sz w:val="24"/>
                    <w:szCs w:val="24"/>
                  </w:rPr>
                  <w:t>Stanley</w:t>
                </w:r>
              </w:smartTag>
            </w:smartTag>
            <w:r w:rsidR="00F17135" w:rsidRPr="00285FA8">
              <w:rPr>
                <w:rFonts w:ascii="Times New Roman" w:hAnsi="Times New Roman" w:cs="Times New Roman"/>
                <w:sz w:val="24"/>
                <w:szCs w:val="24"/>
              </w:rPr>
              <w:t xml:space="preserve"> Kramer. Perf. </w:t>
            </w:r>
            <w:r w:rsidR="00B4523D" w:rsidRPr="00285FA8">
              <w:rPr>
                <w:rFonts w:ascii="Times New Roman" w:hAnsi="Times New Roman" w:cs="Times New Roman"/>
                <w:sz w:val="24"/>
                <w:szCs w:val="24"/>
              </w:rPr>
              <w:t>Jennifer Anniston</w:t>
            </w:r>
            <w:r w:rsidR="00F17135" w:rsidRPr="00285FA8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="00B4523D" w:rsidRPr="00285FA8">
              <w:rPr>
                <w:rFonts w:ascii="Times New Roman" w:hAnsi="Times New Roman" w:cs="Times New Roman"/>
                <w:sz w:val="24"/>
                <w:szCs w:val="24"/>
              </w:rPr>
              <w:t>Matthew Perry</w:t>
            </w:r>
            <w:r w:rsidR="00F17135" w:rsidRPr="00285FA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4523D" w:rsidRPr="00285FA8">
              <w:rPr>
                <w:rFonts w:ascii="Times New Roman" w:hAnsi="Times New Roman" w:cs="Times New Roman"/>
                <w:sz w:val="24"/>
                <w:szCs w:val="24"/>
              </w:rPr>
              <w:t>NBC.</w:t>
            </w:r>
            <w:r w:rsidR="00F17135" w:rsidRPr="00285F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523D" w:rsidRPr="00285FA8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  <w:r w:rsidR="00F17135" w:rsidRPr="00285F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85FA8">
              <w:rPr>
                <w:rFonts w:ascii="Times New Roman" w:hAnsi="Times New Roman" w:cs="Times New Roman"/>
                <w:sz w:val="24"/>
                <w:szCs w:val="24"/>
              </w:rPr>
              <w:t xml:space="preserve"> DVD.</w:t>
            </w:r>
          </w:p>
          <w:p w:rsidR="00905E9C" w:rsidRPr="00285FA8" w:rsidRDefault="00905E9C" w:rsidP="00F17135">
            <w:pPr>
              <w:pStyle w:val="HTMLPreformatte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FA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285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90D5E" w:rsidRPr="00285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9640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  <w:p w:rsidR="00F17135" w:rsidRPr="00285FA8" w:rsidRDefault="00F17135" w:rsidP="00F17135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712" w:rsidRDefault="00CA5712" w:rsidP="00B83648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712" w:rsidRDefault="00CA5712" w:rsidP="00B83648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712" w:rsidRDefault="00CA5712" w:rsidP="00B83648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E41" w:rsidRDefault="001D0E41" w:rsidP="00B83648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E41" w:rsidRDefault="001D0E41" w:rsidP="00B83648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E41" w:rsidRDefault="001D0E41" w:rsidP="00B83648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E41" w:rsidRDefault="001D0E41" w:rsidP="00B83648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E41" w:rsidRDefault="001D0E41" w:rsidP="00B83648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E41" w:rsidRDefault="001D0E41" w:rsidP="00B83648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E41" w:rsidRDefault="001D0E41" w:rsidP="00B83648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E41" w:rsidRDefault="001D0E41" w:rsidP="00B83648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E41" w:rsidRDefault="001D0E41" w:rsidP="00B83648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E41" w:rsidRDefault="001D0E41" w:rsidP="00B83648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E41" w:rsidRDefault="001D0E41" w:rsidP="00B83648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0A8" w:rsidRDefault="009640A8" w:rsidP="00B83648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0A8" w:rsidRDefault="009640A8" w:rsidP="00B83648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0A8" w:rsidRDefault="009640A8" w:rsidP="00B83648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E41" w:rsidRDefault="001D0E41" w:rsidP="00B83648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E41" w:rsidRPr="00B83648" w:rsidRDefault="001D0E41" w:rsidP="00B83648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4188" w:rsidRDefault="00244188" w:rsidP="00301521">
      <w:pPr>
        <w:pStyle w:val="NormalWeb"/>
      </w:pPr>
    </w:p>
    <w:sectPr w:rsidR="00244188" w:rsidSect="00301521">
      <w:footerReference w:type="default" r:id="rId6"/>
      <w:pgSz w:w="12240" w:h="15840"/>
      <w:pgMar w:top="720" w:right="720" w:bottom="720" w:left="72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EF9" w:rsidRDefault="003C3EF9">
      <w:r>
        <w:separator/>
      </w:r>
    </w:p>
  </w:endnote>
  <w:endnote w:type="continuationSeparator" w:id="0">
    <w:p w:rsidR="003C3EF9" w:rsidRDefault="003C3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E41" w:rsidRDefault="00704459" w:rsidP="009640A8">
    <w:pPr>
      <w:pStyle w:val="Footer"/>
      <w:jc w:val="center"/>
    </w:pPr>
    <w:r>
      <w:t>2020</w:t>
    </w:r>
  </w:p>
  <w:p w:rsidR="00301521" w:rsidRDefault="00301521" w:rsidP="009640A8">
    <w:pPr>
      <w:pStyle w:val="Footer"/>
      <w:jc w:val="center"/>
    </w:pPr>
    <w:r>
      <w:t>Goldenrod</w:t>
    </w:r>
  </w:p>
  <w:p w:rsidR="001D0E41" w:rsidRDefault="001D0E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EF9" w:rsidRDefault="003C3EF9">
      <w:r>
        <w:separator/>
      </w:r>
    </w:p>
  </w:footnote>
  <w:footnote w:type="continuationSeparator" w:id="0">
    <w:p w:rsidR="003C3EF9" w:rsidRDefault="003C3E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EF0"/>
    <w:rsid w:val="000537DF"/>
    <w:rsid w:val="000A454A"/>
    <w:rsid w:val="00141591"/>
    <w:rsid w:val="001B6EF0"/>
    <w:rsid w:val="001D0E41"/>
    <w:rsid w:val="00244188"/>
    <w:rsid w:val="00256FFC"/>
    <w:rsid w:val="00285FA8"/>
    <w:rsid w:val="002A4C0B"/>
    <w:rsid w:val="00301521"/>
    <w:rsid w:val="003C3EF9"/>
    <w:rsid w:val="003F0589"/>
    <w:rsid w:val="00462F78"/>
    <w:rsid w:val="00505C39"/>
    <w:rsid w:val="00564187"/>
    <w:rsid w:val="00571BE8"/>
    <w:rsid w:val="005B41F3"/>
    <w:rsid w:val="0062679F"/>
    <w:rsid w:val="00651D84"/>
    <w:rsid w:val="00704459"/>
    <w:rsid w:val="00771454"/>
    <w:rsid w:val="007C740A"/>
    <w:rsid w:val="00852981"/>
    <w:rsid w:val="008B7F00"/>
    <w:rsid w:val="008D0D7C"/>
    <w:rsid w:val="0090196A"/>
    <w:rsid w:val="009029D3"/>
    <w:rsid w:val="00905E9C"/>
    <w:rsid w:val="009640A8"/>
    <w:rsid w:val="009D1C8A"/>
    <w:rsid w:val="009E3E24"/>
    <w:rsid w:val="00A72EB1"/>
    <w:rsid w:val="00A742FF"/>
    <w:rsid w:val="00B32624"/>
    <w:rsid w:val="00B4523D"/>
    <w:rsid w:val="00B63BA2"/>
    <w:rsid w:val="00B67703"/>
    <w:rsid w:val="00B83648"/>
    <w:rsid w:val="00BD2C73"/>
    <w:rsid w:val="00C03A17"/>
    <w:rsid w:val="00C90D5E"/>
    <w:rsid w:val="00C93E9B"/>
    <w:rsid w:val="00CA5712"/>
    <w:rsid w:val="00CC032A"/>
    <w:rsid w:val="00CC6E4B"/>
    <w:rsid w:val="00E37CBF"/>
    <w:rsid w:val="00E641EE"/>
    <w:rsid w:val="00E7512B"/>
    <w:rsid w:val="00F01318"/>
    <w:rsid w:val="00F17135"/>
    <w:rsid w:val="00F2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87717D01-6E1F-456A-AE38-15310CF54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TMLPreformatted">
    <w:name w:val="HTML Preformatted"/>
    <w:basedOn w:val="Normal"/>
    <w:rsid w:val="00F171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F17135"/>
    <w:rPr>
      <w:i/>
      <w:iCs/>
    </w:rPr>
  </w:style>
  <w:style w:type="character" w:styleId="PageNumber">
    <w:name w:val="page number"/>
    <w:basedOn w:val="DefaultParagraphFont"/>
    <w:rsid w:val="00CA5712"/>
  </w:style>
  <w:style w:type="paragraph" w:styleId="NormalWeb">
    <w:name w:val="Normal (Web)"/>
    <w:basedOn w:val="Normal"/>
    <w:rsid w:val="00CA5712"/>
    <w:pPr>
      <w:spacing w:before="100" w:beforeAutospacing="1" w:after="100" w:afterAutospacing="1"/>
    </w:pPr>
    <w:rPr>
      <w:rFonts w:eastAsia="MS Mincho"/>
      <w:lang w:eastAsia="ja-JP"/>
    </w:rPr>
  </w:style>
  <w:style w:type="paragraph" w:customStyle="1" w:styleId="citation1">
    <w:name w:val="citation1"/>
    <w:basedOn w:val="Normal"/>
    <w:rsid w:val="00CA5712"/>
    <w:pPr>
      <w:spacing w:before="100" w:beforeAutospacing="1" w:after="100" w:afterAutospacing="1" w:line="480" w:lineRule="auto"/>
      <w:ind w:hanging="375"/>
    </w:pPr>
    <w:rPr>
      <w:rFonts w:eastAsia="MS Mincho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85298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4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1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37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83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335303">
                      <w:marLeft w:val="75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52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7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20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481520">
                      <w:marLeft w:val="75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9D482408</Template>
  <TotalTime>0</TotalTime>
  <Pages>1</Pages>
  <Words>81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TECHNICAL WRITING &amp; BUSINESS COMMUNICATIONS</vt:lpstr>
    </vt:vector>
  </TitlesOfParts>
  <Company>Pullman School District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WRITING &amp; BUSINESS COMMUNICATIONS</dc:title>
  <dc:creator>jchriste</dc:creator>
  <cp:lastModifiedBy>Shannon Focht</cp:lastModifiedBy>
  <cp:revision>2</cp:revision>
  <cp:lastPrinted>2010-08-18T18:05:00Z</cp:lastPrinted>
  <dcterms:created xsi:type="dcterms:W3CDTF">2020-07-21T14:48:00Z</dcterms:created>
  <dcterms:modified xsi:type="dcterms:W3CDTF">2020-07-21T14:48:00Z</dcterms:modified>
</cp:coreProperties>
</file>