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754" w:rsidRDefault="000C6163" w:rsidP="00FD0656">
      <w:pPr>
        <w:shd w:val="clear" w:color="auto" w:fill="FFFF93"/>
        <w:rPr>
          <w:b/>
        </w:rPr>
      </w:pPr>
      <w:bookmarkStart w:id="0" w:name="_GoBack"/>
      <w:bookmarkEnd w:id="0"/>
      <w:r>
        <w:rPr>
          <w:b/>
        </w:rPr>
        <w:t xml:space="preserve">   </w:t>
      </w:r>
      <w:r w:rsidR="00B27754">
        <w:rPr>
          <w:b/>
        </w:rPr>
        <w:t>RESEARCH PAPER</w:t>
      </w:r>
      <w:r w:rsidR="00B27754">
        <w:rPr>
          <w:b/>
        </w:rPr>
        <w:tab/>
      </w:r>
      <w:r w:rsidR="00B27754">
        <w:rPr>
          <w:b/>
        </w:rPr>
        <w:tab/>
      </w:r>
      <w:r w:rsidR="00B27754">
        <w:rPr>
          <w:b/>
        </w:rPr>
        <w:tab/>
      </w:r>
      <w:r w:rsidR="00B27754">
        <w:rPr>
          <w:b/>
        </w:rPr>
        <w:tab/>
      </w:r>
      <w:r w:rsidR="00B27754">
        <w:rPr>
          <w:b/>
        </w:rPr>
        <w:tab/>
      </w:r>
      <w:r w:rsidR="00B27754">
        <w:rPr>
          <w:b/>
        </w:rPr>
        <w:tab/>
      </w:r>
      <w:r w:rsidR="00B27754">
        <w:rPr>
          <w:b/>
        </w:rPr>
        <w:tab/>
        <w:t>NAME:</w:t>
      </w:r>
    </w:p>
    <w:p w:rsidR="00B27754" w:rsidRDefault="000C6163" w:rsidP="00FD0656">
      <w:pPr>
        <w:shd w:val="clear" w:color="auto" w:fill="FFFF93"/>
        <w:rPr>
          <w:b/>
        </w:rPr>
      </w:pPr>
      <w:r>
        <w:rPr>
          <w:b/>
        </w:rPr>
        <w:t xml:space="preserve">   </w:t>
      </w:r>
      <w:r w:rsidR="00B27754">
        <w:rPr>
          <w:b/>
        </w:rPr>
        <w:t>MLA WORK SHEET</w:t>
      </w:r>
    </w:p>
    <w:p w:rsidR="00B27754" w:rsidRDefault="00B27754" w:rsidP="00FD0656">
      <w:pPr>
        <w:shd w:val="clear" w:color="auto" w:fill="FFFF93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7"/>
        <w:gridCol w:w="5943"/>
      </w:tblGrid>
      <w:tr w:rsidR="00B27754" w:rsidTr="00FD0656">
        <w:trPr>
          <w:trHeight w:val="255"/>
          <w:jc w:val="center"/>
        </w:trPr>
        <w:tc>
          <w:tcPr>
            <w:tcW w:w="10846" w:type="dxa"/>
            <w:gridSpan w:val="2"/>
            <w:shd w:val="clear" w:color="auto" w:fill="E6E6E6"/>
          </w:tcPr>
          <w:p w:rsidR="00B27754" w:rsidRPr="00FD0656" w:rsidRDefault="00EC64D9" w:rsidP="00B27754">
            <w:pPr>
              <w:jc w:val="center"/>
              <w:rPr>
                <w:b/>
                <w:sz w:val="32"/>
                <w:szCs w:val="32"/>
              </w:rPr>
            </w:pPr>
            <w:r w:rsidRPr="00FD0656">
              <w:rPr>
                <w:b/>
                <w:sz w:val="32"/>
                <w:szCs w:val="32"/>
              </w:rPr>
              <w:t>ENCYCLOPEDIA / DICTIONARY</w:t>
            </w:r>
          </w:p>
        </w:tc>
      </w:tr>
      <w:tr w:rsidR="00B27754" w:rsidTr="00FD0656">
        <w:trPr>
          <w:trHeight w:val="530"/>
          <w:jc w:val="center"/>
        </w:trPr>
        <w:tc>
          <w:tcPr>
            <w:tcW w:w="4864" w:type="dxa"/>
          </w:tcPr>
          <w:p w:rsidR="00B27754" w:rsidRDefault="00B27754" w:rsidP="00B27754">
            <w:pPr>
              <w:rPr>
                <w:b/>
              </w:rPr>
            </w:pPr>
            <w:r>
              <w:rPr>
                <w:b/>
              </w:rPr>
              <w:t>1. Author’s/Editor’s last name</w:t>
            </w:r>
            <w:r w:rsidR="003C5010">
              <w:rPr>
                <w:b/>
              </w:rPr>
              <w:t xml:space="preserve"> (s)</w:t>
            </w:r>
          </w:p>
          <w:p w:rsidR="00B27754" w:rsidRDefault="00B27754" w:rsidP="00B27754">
            <w:pPr>
              <w:rPr>
                <w:b/>
              </w:rPr>
            </w:pPr>
          </w:p>
        </w:tc>
        <w:tc>
          <w:tcPr>
            <w:tcW w:w="5982" w:type="dxa"/>
          </w:tcPr>
          <w:p w:rsidR="00B27754" w:rsidRDefault="00B27754" w:rsidP="00B27754"/>
        </w:tc>
      </w:tr>
      <w:tr w:rsidR="00B27754" w:rsidTr="00FD0656">
        <w:trPr>
          <w:trHeight w:val="517"/>
          <w:jc w:val="center"/>
        </w:trPr>
        <w:tc>
          <w:tcPr>
            <w:tcW w:w="4864" w:type="dxa"/>
          </w:tcPr>
          <w:p w:rsidR="00833A2C" w:rsidRDefault="00B27754" w:rsidP="00B27754">
            <w:pPr>
              <w:rPr>
                <w:b/>
              </w:rPr>
            </w:pPr>
            <w:r>
              <w:rPr>
                <w:b/>
              </w:rPr>
              <w:t xml:space="preserve">2. Author’s/Editor’s first </w:t>
            </w:r>
            <w:r w:rsidR="00E41F26">
              <w:rPr>
                <w:b/>
              </w:rPr>
              <w:t>name</w:t>
            </w:r>
            <w:r w:rsidR="003C5010">
              <w:rPr>
                <w:b/>
              </w:rPr>
              <w:t xml:space="preserve"> (s)</w:t>
            </w:r>
            <w:r w:rsidR="00E41F26">
              <w:rPr>
                <w:b/>
              </w:rPr>
              <w:t xml:space="preserve"> </w:t>
            </w:r>
          </w:p>
          <w:p w:rsidR="00B27754" w:rsidRDefault="00B27754" w:rsidP="00B27754">
            <w:pPr>
              <w:rPr>
                <w:b/>
              </w:rPr>
            </w:pPr>
          </w:p>
        </w:tc>
        <w:tc>
          <w:tcPr>
            <w:tcW w:w="5982" w:type="dxa"/>
          </w:tcPr>
          <w:p w:rsidR="00B27754" w:rsidRDefault="00B27754" w:rsidP="00B27754"/>
        </w:tc>
      </w:tr>
      <w:tr w:rsidR="00B27754" w:rsidTr="00FD0656">
        <w:trPr>
          <w:trHeight w:val="530"/>
          <w:jc w:val="center"/>
        </w:trPr>
        <w:tc>
          <w:tcPr>
            <w:tcW w:w="4864" w:type="dxa"/>
          </w:tcPr>
          <w:p w:rsidR="00833A2C" w:rsidRPr="004647FF" w:rsidRDefault="00B27754" w:rsidP="00B27754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EC64D9">
              <w:rPr>
                <w:b/>
              </w:rPr>
              <w:t>“Title of article”</w:t>
            </w:r>
          </w:p>
          <w:p w:rsidR="00B27754" w:rsidRDefault="00B27754" w:rsidP="00B27754">
            <w:pPr>
              <w:rPr>
                <w:b/>
              </w:rPr>
            </w:pPr>
          </w:p>
        </w:tc>
        <w:tc>
          <w:tcPr>
            <w:tcW w:w="5982" w:type="dxa"/>
          </w:tcPr>
          <w:p w:rsidR="00B27754" w:rsidRDefault="00B27754" w:rsidP="00B27754"/>
        </w:tc>
      </w:tr>
      <w:tr w:rsidR="00B27754" w:rsidTr="00FD0656">
        <w:trPr>
          <w:trHeight w:val="517"/>
          <w:jc w:val="center"/>
        </w:trPr>
        <w:tc>
          <w:tcPr>
            <w:tcW w:w="4864" w:type="dxa"/>
          </w:tcPr>
          <w:p w:rsidR="00B27754" w:rsidRDefault="00B27754" w:rsidP="00B27754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EC64D9" w:rsidRPr="00EC64D9">
              <w:rPr>
                <w:b/>
                <w:i/>
              </w:rPr>
              <w:t>Title of the encyclopedia</w:t>
            </w:r>
            <w:r w:rsidR="00EC64D9">
              <w:rPr>
                <w:b/>
              </w:rPr>
              <w:t xml:space="preserve"> (in Italics)</w:t>
            </w:r>
            <w:r w:rsidR="000B5C8B">
              <w:rPr>
                <w:b/>
              </w:rPr>
              <w:t xml:space="preserve"> </w:t>
            </w:r>
          </w:p>
          <w:p w:rsidR="00B27754" w:rsidRDefault="003C5010" w:rsidP="00B27754">
            <w:pPr>
              <w:rPr>
                <w:b/>
              </w:rPr>
            </w:pPr>
            <w:r>
              <w:rPr>
                <w:b/>
              </w:rPr>
              <w:t xml:space="preserve">     </w:t>
            </w:r>
          </w:p>
        </w:tc>
        <w:tc>
          <w:tcPr>
            <w:tcW w:w="5982" w:type="dxa"/>
          </w:tcPr>
          <w:p w:rsidR="00B27754" w:rsidRDefault="00B27754" w:rsidP="00B27754"/>
        </w:tc>
      </w:tr>
      <w:tr w:rsidR="00B27754" w:rsidTr="00FD0656">
        <w:trPr>
          <w:trHeight w:val="530"/>
          <w:jc w:val="center"/>
        </w:trPr>
        <w:tc>
          <w:tcPr>
            <w:tcW w:w="4864" w:type="dxa"/>
          </w:tcPr>
          <w:p w:rsidR="00B27754" w:rsidRDefault="00B27754" w:rsidP="00B27754">
            <w:pPr>
              <w:rPr>
                <w:b/>
              </w:rPr>
            </w:pPr>
            <w:r>
              <w:rPr>
                <w:b/>
              </w:rPr>
              <w:t xml:space="preserve">5. </w:t>
            </w:r>
            <w:r w:rsidR="00EC64D9">
              <w:rPr>
                <w:b/>
              </w:rPr>
              <w:t>Edition number</w:t>
            </w:r>
          </w:p>
          <w:p w:rsidR="00B27754" w:rsidRDefault="00B27754" w:rsidP="00B27754">
            <w:pPr>
              <w:rPr>
                <w:b/>
              </w:rPr>
            </w:pPr>
          </w:p>
        </w:tc>
        <w:tc>
          <w:tcPr>
            <w:tcW w:w="5982" w:type="dxa"/>
          </w:tcPr>
          <w:p w:rsidR="00B27754" w:rsidRDefault="00B27754" w:rsidP="00B27754"/>
        </w:tc>
      </w:tr>
      <w:tr w:rsidR="00B27754" w:rsidTr="00FD0656">
        <w:trPr>
          <w:trHeight w:val="517"/>
          <w:jc w:val="center"/>
        </w:trPr>
        <w:tc>
          <w:tcPr>
            <w:tcW w:w="4864" w:type="dxa"/>
          </w:tcPr>
          <w:p w:rsidR="00B27754" w:rsidRDefault="00B27754" w:rsidP="00EC64D9">
            <w:pPr>
              <w:rPr>
                <w:b/>
              </w:rPr>
            </w:pPr>
            <w:r>
              <w:rPr>
                <w:b/>
              </w:rPr>
              <w:t xml:space="preserve">6. </w:t>
            </w:r>
            <w:r w:rsidR="00EC64D9">
              <w:rPr>
                <w:b/>
              </w:rPr>
              <w:t>Publication date</w:t>
            </w:r>
            <w:r w:rsidR="000B5C8B">
              <w:rPr>
                <w:b/>
              </w:rPr>
              <w:t xml:space="preserve"> </w:t>
            </w:r>
          </w:p>
        </w:tc>
        <w:tc>
          <w:tcPr>
            <w:tcW w:w="5982" w:type="dxa"/>
          </w:tcPr>
          <w:p w:rsidR="00B27754" w:rsidRDefault="00B27754" w:rsidP="00B27754"/>
        </w:tc>
      </w:tr>
      <w:tr w:rsidR="004F53CB" w:rsidTr="00FD0656">
        <w:trPr>
          <w:trHeight w:val="530"/>
          <w:jc w:val="center"/>
        </w:trPr>
        <w:tc>
          <w:tcPr>
            <w:tcW w:w="4864" w:type="dxa"/>
          </w:tcPr>
          <w:p w:rsidR="004F53CB" w:rsidRDefault="00EC64D9" w:rsidP="00B27754">
            <w:pPr>
              <w:rPr>
                <w:b/>
              </w:rPr>
            </w:pPr>
            <w:r>
              <w:rPr>
                <w:b/>
              </w:rPr>
              <w:t>7</w:t>
            </w:r>
            <w:r w:rsidR="004F53CB">
              <w:rPr>
                <w:b/>
              </w:rPr>
              <w:t>. Medium of publication</w:t>
            </w:r>
          </w:p>
        </w:tc>
        <w:tc>
          <w:tcPr>
            <w:tcW w:w="5982" w:type="dxa"/>
          </w:tcPr>
          <w:p w:rsidR="004F53CB" w:rsidRDefault="004F53CB" w:rsidP="00B27754"/>
        </w:tc>
      </w:tr>
      <w:tr w:rsidR="00B27754" w:rsidTr="00FD0656">
        <w:trPr>
          <w:trHeight w:val="8155"/>
          <w:jc w:val="center"/>
        </w:trPr>
        <w:tc>
          <w:tcPr>
            <w:tcW w:w="10846" w:type="dxa"/>
            <w:gridSpan w:val="2"/>
          </w:tcPr>
          <w:p w:rsidR="004647FF" w:rsidRDefault="00EC64D9" w:rsidP="00EC64D9">
            <w:pPr>
              <w:tabs>
                <w:tab w:val="left" w:pos="9060"/>
              </w:tabs>
              <w:rPr>
                <w:b/>
              </w:rPr>
            </w:pPr>
            <w:r>
              <w:rPr>
                <w:b/>
              </w:rPr>
              <w:t xml:space="preserve">  1           2         3   </w:t>
            </w:r>
            <w:r w:rsidR="004647F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</w:t>
            </w:r>
            <w:r w:rsidR="004647FF">
              <w:rPr>
                <w:b/>
              </w:rPr>
              <w:t xml:space="preserve">4       </w:t>
            </w:r>
            <w:r>
              <w:rPr>
                <w:b/>
              </w:rPr>
              <w:t xml:space="preserve">                                        </w:t>
            </w:r>
            <w:r w:rsidR="004647FF">
              <w:rPr>
                <w:b/>
              </w:rPr>
              <w:t xml:space="preserve">    5  </w:t>
            </w:r>
            <w:r>
              <w:rPr>
                <w:b/>
              </w:rPr>
              <w:t xml:space="preserve">         6        </w:t>
            </w:r>
            <w:r w:rsidR="004647FF">
              <w:rPr>
                <w:b/>
              </w:rPr>
              <w:t>7</w:t>
            </w:r>
          </w:p>
          <w:p w:rsidR="00F02688" w:rsidRDefault="00EC64D9" w:rsidP="00F02688">
            <w:pPr>
              <w:tabs>
                <w:tab w:val="left" w:pos="9060"/>
              </w:tabs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 xml:space="preserve">Foster, John. “Ideology.” </w:t>
            </w:r>
            <w:r w:rsidRPr="00EC64D9">
              <w:rPr>
                <w:i/>
                <w:color w:val="000000"/>
              </w:rPr>
              <w:t>The American Heritage Dictionary</w:t>
            </w:r>
            <w:r>
              <w:rPr>
                <w:color w:val="000000"/>
              </w:rPr>
              <w:t>.</w:t>
            </w:r>
            <w:r w:rsidR="004647FF" w:rsidRPr="004647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3</w:t>
            </w:r>
            <w:r w:rsidRPr="00EC64D9">
              <w:rPr>
                <w:color w:val="000000"/>
                <w:vertAlign w:val="superscript"/>
              </w:rPr>
              <w:t>rd</w:t>
            </w:r>
            <w:r>
              <w:rPr>
                <w:color w:val="000000"/>
              </w:rPr>
              <w:t xml:space="preserve"> ed. 1997. Print. </w:t>
            </w:r>
          </w:p>
          <w:p w:rsidR="004647FF" w:rsidRPr="00EC64D9" w:rsidRDefault="001E0AA2" w:rsidP="00EC64D9">
            <w:pPr>
              <w:tabs>
                <w:tab w:val="left" w:pos="9060"/>
              </w:tabs>
              <w:ind w:left="720" w:hanging="72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    </w:t>
            </w:r>
          </w:p>
          <w:p w:rsidR="0010037A" w:rsidRDefault="001E0AA2" w:rsidP="00B27754">
            <w:pPr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:rsidR="000B5C8B" w:rsidRPr="0010037A" w:rsidRDefault="000B5C8B" w:rsidP="0010037A">
            <w:pPr>
              <w:pStyle w:val="HTMLPreformatt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1C16D6" w:rsidRPr="00B27754" w:rsidRDefault="001C16D6" w:rsidP="001E0AA2">
            <w:pPr>
              <w:rPr>
                <w:b/>
              </w:rPr>
            </w:pPr>
          </w:p>
        </w:tc>
      </w:tr>
    </w:tbl>
    <w:p w:rsidR="00B27754" w:rsidRDefault="00B27754" w:rsidP="001674DE"/>
    <w:sectPr w:rsidR="00B27754" w:rsidSect="00B27754">
      <w:footerReference w:type="default" r:id="rId7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CE2" w:rsidRDefault="00067CE2" w:rsidP="00ED0DEA">
      <w:r>
        <w:separator/>
      </w:r>
    </w:p>
  </w:endnote>
  <w:endnote w:type="continuationSeparator" w:id="0">
    <w:p w:rsidR="00067CE2" w:rsidRDefault="00067CE2" w:rsidP="00ED0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DEA" w:rsidRDefault="00FD0656" w:rsidP="00E9484D">
    <w:pPr>
      <w:pStyle w:val="Footer"/>
      <w:jc w:val="center"/>
    </w:pPr>
    <w:r>
      <w:t>2020</w:t>
    </w:r>
  </w:p>
  <w:p w:rsidR="001E0AA2" w:rsidRDefault="00100D39" w:rsidP="00E9484D">
    <w:pPr>
      <w:pStyle w:val="Footer"/>
      <w:jc w:val="center"/>
    </w:pPr>
    <w:r>
      <w:t>Canary</w:t>
    </w:r>
  </w:p>
  <w:p w:rsidR="00ED0DEA" w:rsidRDefault="00ED0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CE2" w:rsidRDefault="00067CE2" w:rsidP="00ED0DEA">
      <w:r>
        <w:separator/>
      </w:r>
    </w:p>
  </w:footnote>
  <w:footnote w:type="continuationSeparator" w:id="0">
    <w:p w:rsidR="00067CE2" w:rsidRDefault="00067CE2" w:rsidP="00ED0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D39"/>
    <w:multiLevelType w:val="hybridMultilevel"/>
    <w:tmpl w:val="177414F0"/>
    <w:lvl w:ilvl="0" w:tplc="FD72A688">
      <w:start w:val="7"/>
      <w:numFmt w:val="decimal"/>
      <w:lvlText w:val="%1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754"/>
    <w:rsid w:val="00067CE2"/>
    <w:rsid w:val="000B5C8B"/>
    <w:rsid w:val="000C6163"/>
    <w:rsid w:val="0010037A"/>
    <w:rsid w:val="00100D39"/>
    <w:rsid w:val="001170D2"/>
    <w:rsid w:val="00146F63"/>
    <w:rsid w:val="001674DE"/>
    <w:rsid w:val="001C16D6"/>
    <w:rsid w:val="001E0AA2"/>
    <w:rsid w:val="00255823"/>
    <w:rsid w:val="00322800"/>
    <w:rsid w:val="003C5010"/>
    <w:rsid w:val="004433A8"/>
    <w:rsid w:val="004647FF"/>
    <w:rsid w:val="004F53CB"/>
    <w:rsid w:val="0058335C"/>
    <w:rsid w:val="00727DC3"/>
    <w:rsid w:val="00777359"/>
    <w:rsid w:val="00833A2C"/>
    <w:rsid w:val="009C32B8"/>
    <w:rsid w:val="00AB3B8D"/>
    <w:rsid w:val="00B11AF8"/>
    <w:rsid w:val="00B27754"/>
    <w:rsid w:val="00BC4AF0"/>
    <w:rsid w:val="00BF7CBE"/>
    <w:rsid w:val="00C01B89"/>
    <w:rsid w:val="00CF0017"/>
    <w:rsid w:val="00E178D8"/>
    <w:rsid w:val="00E41F26"/>
    <w:rsid w:val="00E5625F"/>
    <w:rsid w:val="00E9484D"/>
    <w:rsid w:val="00EC49F0"/>
    <w:rsid w:val="00EC64D9"/>
    <w:rsid w:val="00ED0DEA"/>
    <w:rsid w:val="00F02688"/>
    <w:rsid w:val="00FD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2DB44B6-43C6-433F-A04B-9B7F3313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5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B27754"/>
    <w:rPr>
      <w:i/>
      <w:iCs/>
    </w:rPr>
  </w:style>
  <w:style w:type="paragraph" w:styleId="HTMLPreformatted">
    <w:name w:val="HTML Preformatted"/>
    <w:basedOn w:val="Normal"/>
    <w:rsid w:val="00E41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rsid w:val="00ED0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D0D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D0D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0DEA"/>
    <w:rPr>
      <w:sz w:val="24"/>
      <w:szCs w:val="24"/>
    </w:rPr>
  </w:style>
  <w:style w:type="paragraph" w:styleId="BalloonText">
    <w:name w:val="Balloon Text"/>
    <w:basedOn w:val="Normal"/>
    <w:link w:val="BalloonTextChar"/>
    <w:rsid w:val="00ED0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0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9D482408</Template>
  <TotalTime>0</TotalTime>
  <Pages>1</Pages>
  <Words>58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PAPER</vt:lpstr>
    </vt:vector>
  </TitlesOfParts>
  <Company>PSD267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PAPER</dc:title>
  <dc:creator>kent</dc:creator>
  <cp:lastModifiedBy>Shannon Focht</cp:lastModifiedBy>
  <cp:revision>2</cp:revision>
  <cp:lastPrinted>2010-08-18T17:53:00Z</cp:lastPrinted>
  <dcterms:created xsi:type="dcterms:W3CDTF">2020-07-21T14:49:00Z</dcterms:created>
  <dcterms:modified xsi:type="dcterms:W3CDTF">2020-07-21T14:49:00Z</dcterms:modified>
</cp:coreProperties>
</file>