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754" w:rsidRDefault="000C6163" w:rsidP="003179BF">
      <w:pPr>
        <w:shd w:val="clear" w:color="auto" w:fill="E6E6E6"/>
        <w:rPr>
          <w:b/>
        </w:rPr>
      </w:pPr>
      <w:bookmarkStart w:id="0" w:name="_GoBack"/>
      <w:bookmarkEnd w:id="0"/>
      <w:r>
        <w:rPr>
          <w:b/>
        </w:rPr>
        <w:t xml:space="preserve">   </w:t>
      </w:r>
      <w:r w:rsidR="00B27754">
        <w:rPr>
          <w:b/>
        </w:rPr>
        <w:t>RESEARCH PAPER</w:t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  <w:t>NAME:</w:t>
      </w:r>
    </w:p>
    <w:p w:rsidR="00B27754" w:rsidRDefault="000C6163" w:rsidP="003179BF">
      <w:pPr>
        <w:shd w:val="clear" w:color="auto" w:fill="E6E6E6"/>
        <w:rPr>
          <w:b/>
        </w:rPr>
      </w:pPr>
      <w:r>
        <w:rPr>
          <w:b/>
        </w:rPr>
        <w:t xml:space="preserve">   </w:t>
      </w:r>
      <w:r w:rsidR="00B27754">
        <w:rPr>
          <w:b/>
        </w:rPr>
        <w:t>MLA WORK SHEET</w:t>
      </w:r>
    </w:p>
    <w:p w:rsidR="00B27754" w:rsidRDefault="00B27754" w:rsidP="003179BF">
      <w:pPr>
        <w:shd w:val="clear" w:color="auto" w:fill="E6E6E6"/>
      </w:pPr>
    </w:p>
    <w:tbl>
      <w:tblPr>
        <w:tblW w:w="10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7"/>
        <w:gridCol w:w="5999"/>
      </w:tblGrid>
      <w:tr w:rsidR="00B27754" w:rsidTr="003179BF">
        <w:trPr>
          <w:trHeight w:val="238"/>
          <w:jc w:val="center"/>
        </w:trPr>
        <w:tc>
          <w:tcPr>
            <w:tcW w:w="10876" w:type="dxa"/>
            <w:gridSpan w:val="2"/>
            <w:shd w:val="clear" w:color="auto" w:fill="E6E6E6"/>
          </w:tcPr>
          <w:p w:rsidR="00B27754" w:rsidRPr="003179BF" w:rsidRDefault="003179BF" w:rsidP="00B27754">
            <w:pPr>
              <w:jc w:val="center"/>
              <w:rPr>
                <w:b/>
                <w:sz w:val="32"/>
                <w:szCs w:val="32"/>
              </w:rPr>
            </w:pPr>
            <w:r w:rsidRPr="003179BF">
              <w:rPr>
                <w:b/>
                <w:sz w:val="32"/>
                <w:szCs w:val="32"/>
              </w:rPr>
              <w:t>ELECTRONIC BOOK</w:t>
            </w:r>
          </w:p>
        </w:tc>
      </w:tr>
      <w:tr w:rsidR="00B27754" w:rsidTr="003179BF">
        <w:trPr>
          <w:trHeight w:val="495"/>
          <w:jc w:val="center"/>
        </w:trPr>
        <w:tc>
          <w:tcPr>
            <w:tcW w:w="4877" w:type="dxa"/>
          </w:tcPr>
          <w:p w:rsidR="00B27754" w:rsidRDefault="00444662" w:rsidP="00B27754">
            <w:pPr>
              <w:rPr>
                <w:b/>
              </w:rPr>
            </w:pPr>
            <w:r>
              <w:rPr>
                <w:b/>
              </w:rPr>
              <w:t>1. 1</w:t>
            </w:r>
            <w:r w:rsidRPr="00444662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Author’s </w:t>
            </w:r>
            <w:r w:rsidR="00B27754">
              <w:rPr>
                <w:b/>
              </w:rPr>
              <w:t>last name</w:t>
            </w:r>
            <w:r>
              <w:rPr>
                <w:b/>
              </w:rPr>
              <w:t>, first name, middle</w:t>
            </w:r>
          </w:p>
          <w:p w:rsidR="00444662" w:rsidRDefault="00444662" w:rsidP="00B27754">
            <w:pPr>
              <w:rPr>
                <w:b/>
              </w:rPr>
            </w:pPr>
            <w:r>
              <w:rPr>
                <w:b/>
              </w:rPr>
              <w:t xml:space="preserve">    name or initials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99" w:type="dxa"/>
          </w:tcPr>
          <w:p w:rsidR="00B27754" w:rsidRDefault="00B27754" w:rsidP="00B27754"/>
        </w:tc>
      </w:tr>
      <w:tr w:rsidR="00B27754" w:rsidTr="003179BF">
        <w:trPr>
          <w:trHeight w:val="482"/>
          <w:jc w:val="center"/>
        </w:trPr>
        <w:tc>
          <w:tcPr>
            <w:tcW w:w="4877" w:type="dxa"/>
          </w:tcPr>
          <w:p w:rsidR="00444662" w:rsidRDefault="00444662" w:rsidP="00444662">
            <w:pPr>
              <w:rPr>
                <w:b/>
              </w:rPr>
            </w:pPr>
            <w:r>
              <w:rPr>
                <w:b/>
              </w:rPr>
              <w:t xml:space="preserve">2.  </w:t>
            </w:r>
            <w:r w:rsidR="00AE175F">
              <w:rPr>
                <w:b/>
              </w:rPr>
              <w:t>Additional author’s last name, first</w:t>
            </w:r>
          </w:p>
          <w:p w:rsidR="00444662" w:rsidRDefault="00444662" w:rsidP="00444662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AE175F">
              <w:rPr>
                <w:b/>
              </w:rPr>
              <w:t xml:space="preserve">  Name, </w:t>
            </w:r>
            <w:r>
              <w:rPr>
                <w:b/>
              </w:rPr>
              <w:t>middle name or initials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99" w:type="dxa"/>
          </w:tcPr>
          <w:p w:rsidR="00B27754" w:rsidRDefault="00B27754" w:rsidP="00B27754"/>
        </w:tc>
      </w:tr>
      <w:tr w:rsidR="00B27754" w:rsidTr="003179BF">
        <w:trPr>
          <w:trHeight w:val="495"/>
          <w:jc w:val="center"/>
        </w:trPr>
        <w:tc>
          <w:tcPr>
            <w:tcW w:w="4877" w:type="dxa"/>
          </w:tcPr>
          <w:p w:rsidR="00833A2C" w:rsidRPr="004647FF" w:rsidRDefault="00B27754" w:rsidP="00B27754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3C5010" w:rsidRPr="00444662">
              <w:rPr>
                <w:b/>
                <w:i/>
              </w:rPr>
              <w:t>Title of book</w:t>
            </w:r>
            <w:r w:rsidR="00444662">
              <w:rPr>
                <w:b/>
              </w:rPr>
              <w:t xml:space="preserve"> (in italics)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99" w:type="dxa"/>
          </w:tcPr>
          <w:p w:rsidR="00B27754" w:rsidRDefault="00B27754" w:rsidP="00B27754"/>
        </w:tc>
      </w:tr>
      <w:tr w:rsidR="00B27754" w:rsidTr="003179BF">
        <w:trPr>
          <w:trHeight w:val="482"/>
          <w:jc w:val="center"/>
        </w:trPr>
        <w:tc>
          <w:tcPr>
            <w:tcW w:w="4877" w:type="dxa"/>
          </w:tcPr>
          <w:p w:rsidR="00B27754" w:rsidRDefault="00B27754" w:rsidP="00B27754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3C5010">
              <w:rPr>
                <w:b/>
              </w:rPr>
              <w:t>City of publication</w:t>
            </w:r>
            <w:r w:rsidR="000B5C8B">
              <w:rPr>
                <w:b/>
              </w:rPr>
              <w:t xml:space="preserve"> </w:t>
            </w:r>
          </w:p>
          <w:p w:rsidR="00B27754" w:rsidRDefault="003C5010" w:rsidP="00B27754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  <w:tc>
          <w:tcPr>
            <w:tcW w:w="5999" w:type="dxa"/>
          </w:tcPr>
          <w:p w:rsidR="00B27754" w:rsidRDefault="00B27754" w:rsidP="00B27754"/>
        </w:tc>
      </w:tr>
      <w:tr w:rsidR="00B27754" w:rsidTr="003179BF">
        <w:trPr>
          <w:trHeight w:val="482"/>
          <w:jc w:val="center"/>
        </w:trPr>
        <w:tc>
          <w:tcPr>
            <w:tcW w:w="4877" w:type="dxa"/>
          </w:tcPr>
          <w:p w:rsidR="00B27754" w:rsidRDefault="00701567" w:rsidP="00444662">
            <w:pPr>
              <w:rPr>
                <w:b/>
              </w:rPr>
            </w:pPr>
            <w:r>
              <w:rPr>
                <w:b/>
              </w:rPr>
              <w:t>5</w:t>
            </w:r>
            <w:r w:rsidR="00B27754">
              <w:rPr>
                <w:b/>
              </w:rPr>
              <w:t>.</w:t>
            </w:r>
            <w:r w:rsidR="00444662">
              <w:rPr>
                <w:b/>
              </w:rPr>
              <w:t xml:space="preserve"> Name of </w:t>
            </w:r>
            <w:r w:rsidR="000B5C8B">
              <w:rPr>
                <w:b/>
              </w:rPr>
              <w:t xml:space="preserve">Publisher </w:t>
            </w:r>
          </w:p>
        </w:tc>
        <w:tc>
          <w:tcPr>
            <w:tcW w:w="5999" w:type="dxa"/>
          </w:tcPr>
          <w:p w:rsidR="00B27754" w:rsidRDefault="00B27754" w:rsidP="00B27754"/>
        </w:tc>
      </w:tr>
      <w:tr w:rsidR="00B27754" w:rsidTr="003179BF">
        <w:trPr>
          <w:trHeight w:val="495"/>
          <w:jc w:val="center"/>
        </w:trPr>
        <w:tc>
          <w:tcPr>
            <w:tcW w:w="4877" w:type="dxa"/>
          </w:tcPr>
          <w:p w:rsidR="00B27754" w:rsidRDefault="00701567" w:rsidP="00B27754">
            <w:pPr>
              <w:rPr>
                <w:b/>
              </w:rPr>
            </w:pPr>
            <w:r>
              <w:rPr>
                <w:b/>
              </w:rPr>
              <w:t>6</w:t>
            </w:r>
            <w:r w:rsidR="00B27754">
              <w:rPr>
                <w:b/>
              </w:rPr>
              <w:t xml:space="preserve">. </w:t>
            </w:r>
            <w:r w:rsidR="00444662">
              <w:rPr>
                <w:b/>
              </w:rPr>
              <w:t>Year of publication</w:t>
            </w:r>
            <w:r w:rsidR="000B5C8B">
              <w:rPr>
                <w:b/>
              </w:rPr>
              <w:t xml:space="preserve"> 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99" w:type="dxa"/>
          </w:tcPr>
          <w:p w:rsidR="00B27754" w:rsidRDefault="00B27754" w:rsidP="00B27754"/>
        </w:tc>
      </w:tr>
      <w:tr w:rsidR="0062027B" w:rsidTr="003179BF">
        <w:trPr>
          <w:trHeight w:val="495"/>
          <w:jc w:val="center"/>
        </w:trPr>
        <w:tc>
          <w:tcPr>
            <w:tcW w:w="4877" w:type="dxa"/>
          </w:tcPr>
          <w:p w:rsidR="0062027B" w:rsidRDefault="0062027B" w:rsidP="00B27754">
            <w:pPr>
              <w:rPr>
                <w:b/>
              </w:rPr>
            </w:pPr>
            <w:r>
              <w:rPr>
                <w:b/>
              </w:rPr>
              <w:t>7. Electronic access information</w:t>
            </w:r>
          </w:p>
        </w:tc>
        <w:tc>
          <w:tcPr>
            <w:tcW w:w="5999" w:type="dxa"/>
          </w:tcPr>
          <w:p w:rsidR="0062027B" w:rsidRDefault="0062027B" w:rsidP="00B27754"/>
        </w:tc>
      </w:tr>
      <w:tr w:rsidR="004F53CB" w:rsidTr="003179BF">
        <w:trPr>
          <w:trHeight w:val="495"/>
          <w:jc w:val="center"/>
        </w:trPr>
        <w:tc>
          <w:tcPr>
            <w:tcW w:w="4877" w:type="dxa"/>
          </w:tcPr>
          <w:p w:rsidR="004F53CB" w:rsidRDefault="0062027B" w:rsidP="00B27754">
            <w:pPr>
              <w:rPr>
                <w:b/>
              </w:rPr>
            </w:pPr>
            <w:r>
              <w:rPr>
                <w:b/>
              </w:rPr>
              <w:t>8</w:t>
            </w:r>
            <w:r w:rsidR="004F53CB">
              <w:rPr>
                <w:b/>
              </w:rPr>
              <w:t>. Medium of publication</w:t>
            </w:r>
          </w:p>
        </w:tc>
        <w:tc>
          <w:tcPr>
            <w:tcW w:w="5999" w:type="dxa"/>
          </w:tcPr>
          <w:p w:rsidR="004F53CB" w:rsidRDefault="004F53CB" w:rsidP="00B27754"/>
        </w:tc>
      </w:tr>
      <w:tr w:rsidR="0062027B" w:rsidTr="003179BF">
        <w:trPr>
          <w:trHeight w:val="495"/>
          <w:jc w:val="center"/>
        </w:trPr>
        <w:tc>
          <w:tcPr>
            <w:tcW w:w="4877" w:type="dxa"/>
          </w:tcPr>
          <w:p w:rsidR="0062027B" w:rsidRDefault="0062027B" w:rsidP="00B27754">
            <w:pPr>
              <w:rPr>
                <w:b/>
              </w:rPr>
            </w:pPr>
            <w:r>
              <w:rPr>
                <w:b/>
              </w:rPr>
              <w:t>9. Date information was accessed</w:t>
            </w:r>
          </w:p>
          <w:p w:rsidR="0062027B" w:rsidRDefault="0062027B" w:rsidP="00B27754">
            <w:pPr>
              <w:rPr>
                <w:b/>
              </w:rPr>
            </w:pPr>
            <w:r>
              <w:rPr>
                <w:b/>
              </w:rPr>
              <w:t xml:space="preserve">    (day month year)</w:t>
            </w:r>
          </w:p>
        </w:tc>
        <w:tc>
          <w:tcPr>
            <w:tcW w:w="5999" w:type="dxa"/>
          </w:tcPr>
          <w:p w:rsidR="0062027B" w:rsidRDefault="0062027B" w:rsidP="00B27754"/>
          <w:p w:rsidR="0062027B" w:rsidRDefault="0062027B" w:rsidP="00B27754"/>
        </w:tc>
      </w:tr>
      <w:tr w:rsidR="00B27754" w:rsidTr="003179BF">
        <w:trPr>
          <w:trHeight w:val="6583"/>
          <w:jc w:val="center"/>
        </w:trPr>
        <w:tc>
          <w:tcPr>
            <w:tcW w:w="10876" w:type="dxa"/>
            <w:gridSpan w:val="2"/>
          </w:tcPr>
          <w:p w:rsidR="002428D3" w:rsidRDefault="00AE175F" w:rsidP="002428D3">
            <w:pPr>
              <w:tabs>
                <w:tab w:val="left" w:pos="9060"/>
              </w:tabs>
              <w:ind w:left="720" w:hanging="720"/>
              <w:rPr>
                <w:b/>
              </w:rPr>
            </w:pPr>
            <w:r>
              <w:rPr>
                <w:b/>
              </w:rPr>
              <w:t xml:space="preserve"> </w:t>
            </w:r>
            <w:r w:rsidR="002428D3">
              <w:rPr>
                <w:b/>
              </w:rPr>
              <w:t xml:space="preserve">1    </w:t>
            </w:r>
            <w:r w:rsidR="004647FF">
              <w:rPr>
                <w:b/>
              </w:rPr>
              <w:t xml:space="preserve">                 </w:t>
            </w:r>
            <w:r w:rsidR="002428D3">
              <w:rPr>
                <w:b/>
              </w:rPr>
              <w:t xml:space="preserve">3                 </w:t>
            </w:r>
            <w:r w:rsidR="004647FF">
              <w:rPr>
                <w:b/>
              </w:rPr>
              <w:t xml:space="preserve">      </w:t>
            </w:r>
            <w:r w:rsidR="00444662">
              <w:rPr>
                <w:b/>
              </w:rPr>
              <w:t xml:space="preserve"> 4           </w:t>
            </w:r>
            <w:r w:rsidR="002428D3">
              <w:rPr>
                <w:b/>
              </w:rPr>
              <w:t xml:space="preserve">       </w:t>
            </w:r>
            <w:r w:rsidR="00444662">
              <w:rPr>
                <w:b/>
              </w:rPr>
              <w:t>5</w:t>
            </w:r>
            <w:r w:rsidR="004647FF">
              <w:rPr>
                <w:b/>
              </w:rPr>
              <w:t xml:space="preserve">     </w:t>
            </w:r>
            <w:r w:rsidR="002428D3">
              <w:rPr>
                <w:b/>
              </w:rPr>
              <w:t xml:space="preserve">                      </w:t>
            </w:r>
            <w:r w:rsidR="004647FF">
              <w:rPr>
                <w:b/>
              </w:rPr>
              <w:t xml:space="preserve">    </w:t>
            </w:r>
            <w:r w:rsidR="00444662">
              <w:rPr>
                <w:b/>
              </w:rPr>
              <w:t>6</w:t>
            </w:r>
            <w:r w:rsidR="002428D3">
              <w:rPr>
                <w:b/>
              </w:rPr>
              <w:t xml:space="preserve">        7                      8        9</w:t>
            </w:r>
          </w:p>
          <w:p w:rsidR="002428D3" w:rsidRPr="002428D3" w:rsidRDefault="002428D3" w:rsidP="002428D3">
            <w:pPr>
              <w:tabs>
                <w:tab w:val="left" w:pos="9060"/>
              </w:tabs>
              <w:ind w:left="720" w:hanging="720"/>
              <w:rPr>
                <w:lang w:val="en"/>
              </w:rPr>
            </w:pPr>
            <w:r w:rsidRPr="002428D3">
              <w:rPr>
                <w:lang w:val="en"/>
              </w:rPr>
              <w:t xml:space="preserve">Frost, Robert. </w:t>
            </w:r>
            <w:r w:rsidRPr="002428D3">
              <w:rPr>
                <w:i/>
                <w:iCs/>
                <w:lang w:val="en"/>
              </w:rPr>
              <w:t>North of Boston</w:t>
            </w:r>
            <w:r>
              <w:rPr>
                <w:lang w:val="en"/>
              </w:rPr>
              <w:t>.</w:t>
            </w:r>
            <w:r w:rsidRPr="002428D3">
              <w:rPr>
                <w:lang w:val="en"/>
              </w:rPr>
              <w:t xml:space="preserve"> New York: Henry Holt and Co., 1915. </w:t>
            </w:r>
            <w:r w:rsidRPr="002428D3">
              <w:rPr>
                <w:i/>
                <w:iCs/>
                <w:lang w:val="en"/>
              </w:rPr>
              <w:t>Google Books</w:t>
            </w:r>
            <w:r w:rsidRPr="002428D3">
              <w:rPr>
                <w:lang w:val="en"/>
              </w:rPr>
              <w:t xml:space="preserve">. Web. 30 June 2009. </w:t>
            </w:r>
            <w:bookmarkStart w:id="1" w:name="unfamiliar_book"/>
            <w:bookmarkEnd w:id="1"/>
          </w:p>
          <w:p w:rsidR="0010037A" w:rsidRPr="00E41F26" w:rsidRDefault="0010037A" w:rsidP="00E41F26">
            <w:pPr>
              <w:pStyle w:val="HTMLPreformatted"/>
              <w:rPr>
                <w:rFonts w:ascii="Times New Roman" w:hAnsi="Times New Roman" w:cs="Times New Roman"/>
              </w:rPr>
            </w:pPr>
          </w:p>
          <w:p w:rsidR="00E41F26" w:rsidRDefault="00E41F26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E9484D" w:rsidRDefault="00E9484D" w:rsidP="00B27754">
            <w:pPr>
              <w:rPr>
                <w:b/>
              </w:rPr>
            </w:pPr>
          </w:p>
          <w:p w:rsidR="00E9484D" w:rsidRDefault="00E9484D" w:rsidP="00B27754">
            <w:pPr>
              <w:rPr>
                <w:b/>
              </w:rPr>
            </w:pPr>
          </w:p>
          <w:p w:rsidR="00833A2C" w:rsidRDefault="00833A2C" w:rsidP="00B27754">
            <w:pPr>
              <w:rPr>
                <w:b/>
              </w:rPr>
            </w:pPr>
          </w:p>
          <w:p w:rsidR="001C16D6" w:rsidRDefault="001C16D6" w:rsidP="00B27754">
            <w:pPr>
              <w:rPr>
                <w:b/>
              </w:rPr>
            </w:pPr>
          </w:p>
          <w:p w:rsidR="001C16D6" w:rsidRPr="00B27754" w:rsidRDefault="001C16D6" w:rsidP="00B27754">
            <w:pPr>
              <w:rPr>
                <w:b/>
              </w:rPr>
            </w:pPr>
          </w:p>
        </w:tc>
      </w:tr>
    </w:tbl>
    <w:p w:rsidR="00B27754" w:rsidRDefault="00B27754" w:rsidP="002428D3"/>
    <w:sectPr w:rsidR="00B27754" w:rsidSect="00B27754"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662" w:rsidRDefault="00444662" w:rsidP="00ED0DEA">
      <w:r>
        <w:separator/>
      </w:r>
    </w:p>
  </w:endnote>
  <w:endnote w:type="continuationSeparator" w:id="0">
    <w:p w:rsidR="00444662" w:rsidRDefault="00444662" w:rsidP="00ED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62" w:rsidRDefault="003179BF" w:rsidP="00E9484D">
    <w:pPr>
      <w:pStyle w:val="Footer"/>
      <w:jc w:val="center"/>
    </w:pPr>
    <w:r>
      <w:t>2020</w:t>
    </w:r>
  </w:p>
  <w:p w:rsidR="007536DC" w:rsidRDefault="008E27FD" w:rsidP="00E9484D">
    <w:pPr>
      <w:pStyle w:val="Footer"/>
      <w:jc w:val="center"/>
    </w:pPr>
    <w:r>
      <w:t>Gray</w:t>
    </w:r>
  </w:p>
  <w:p w:rsidR="00444662" w:rsidRDefault="00444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662" w:rsidRDefault="00444662" w:rsidP="00ED0DEA">
      <w:r>
        <w:separator/>
      </w:r>
    </w:p>
  </w:footnote>
  <w:footnote w:type="continuationSeparator" w:id="0">
    <w:p w:rsidR="00444662" w:rsidRDefault="00444662" w:rsidP="00ED0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D39"/>
    <w:multiLevelType w:val="hybridMultilevel"/>
    <w:tmpl w:val="177414F0"/>
    <w:lvl w:ilvl="0" w:tplc="FD72A688">
      <w:start w:val="7"/>
      <w:numFmt w:val="decimal"/>
      <w:lvlText w:val="%1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54"/>
    <w:rsid w:val="00067CE2"/>
    <w:rsid w:val="000B5C8B"/>
    <w:rsid w:val="000C6163"/>
    <w:rsid w:val="0010037A"/>
    <w:rsid w:val="001170D2"/>
    <w:rsid w:val="00146F63"/>
    <w:rsid w:val="001C16D6"/>
    <w:rsid w:val="002428D3"/>
    <w:rsid w:val="00255823"/>
    <w:rsid w:val="003179BF"/>
    <w:rsid w:val="00322800"/>
    <w:rsid w:val="003C5010"/>
    <w:rsid w:val="004433A8"/>
    <w:rsid w:val="00444662"/>
    <w:rsid w:val="004647FF"/>
    <w:rsid w:val="004F53CB"/>
    <w:rsid w:val="0058335C"/>
    <w:rsid w:val="005F01E3"/>
    <w:rsid w:val="0062027B"/>
    <w:rsid w:val="00701567"/>
    <w:rsid w:val="00727DC3"/>
    <w:rsid w:val="007536DC"/>
    <w:rsid w:val="00833A2C"/>
    <w:rsid w:val="008E27FD"/>
    <w:rsid w:val="009C32B8"/>
    <w:rsid w:val="00AB3B8D"/>
    <w:rsid w:val="00AE175F"/>
    <w:rsid w:val="00B11AF8"/>
    <w:rsid w:val="00B27754"/>
    <w:rsid w:val="00BC4AF0"/>
    <w:rsid w:val="00BF7CBE"/>
    <w:rsid w:val="00C01B89"/>
    <w:rsid w:val="00C47899"/>
    <w:rsid w:val="00CF0017"/>
    <w:rsid w:val="00DF28DB"/>
    <w:rsid w:val="00E178D8"/>
    <w:rsid w:val="00E41F26"/>
    <w:rsid w:val="00E9484D"/>
    <w:rsid w:val="00EC49F0"/>
    <w:rsid w:val="00ED0DEA"/>
    <w:rsid w:val="00F02688"/>
    <w:rsid w:val="00F6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77BE3D1-D2FE-4387-A213-B35D5870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B27754"/>
    <w:rPr>
      <w:i/>
      <w:iCs/>
    </w:rPr>
  </w:style>
  <w:style w:type="paragraph" w:styleId="HTMLPreformatted">
    <w:name w:val="HTML Preformatted"/>
    <w:basedOn w:val="Normal"/>
    <w:rsid w:val="00E41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ED0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D0D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D0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DEA"/>
    <w:rPr>
      <w:sz w:val="24"/>
      <w:szCs w:val="24"/>
    </w:rPr>
  </w:style>
  <w:style w:type="paragraph" w:styleId="BalloonText">
    <w:name w:val="Balloon Text"/>
    <w:basedOn w:val="Normal"/>
    <w:link w:val="BalloonTextChar"/>
    <w:rsid w:val="00ED0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0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2EB42-936D-40E0-BE63-38D9BC93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90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PAPER</vt:lpstr>
    </vt:vector>
  </TitlesOfParts>
  <Company>PSD267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PAPER</dc:title>
  <dc:creator>kent</dc:creator>
  <cp:lastModifiedBy>Shannon Focht</cp:lastModifiedBy>
  <cp:revision>2</cp:revision>
  <cp:lastPrinted>2012-10-01T16:08:00Z</cp:lastPrinted>
  <dcterms:created xsi:type="dcterms:W3CDTF">2020-07-21T14:49:00Z</dcterms:created>
  <dcterms:modified xsi:type="dcterms:W3CDTF">2020-07-21T14:49:00Z</dcterms:modified>
</cp:coreProperties>
</file>